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B1F" w:rsidRPr="003E3D86" w:rsidRDefault="000E4B1F" w:rsidP="009B43B5">
      <w:pPr>
        <w:rPr>
          <w:b/>
          <w:bCs/>
          <w:color w:val="999999"/>
          <w:lang w:val="ru-RU"/>
        </w:rPr>
      </w:pPr>
      <w:bookmarkStart w:id="0" w:name="_GoBack"/>
      <w:bookmarkEnd w:id="0"/>
      <w:r>
        <w:rPr>
          <w:b/>
          <w:bCs/>
          <w:color w:val="999999"/>
        </w:rPr>
        <w:tab/>
      </w:r>
      <w:r>
        <w:rPr>
          <w:b/>
          <w:bCs/>
          <w:color w:val="999999"/>
        </w:rPr>
        <w:tab/>
      </w:r>
      <w:r>
        <w:rPr>
          <w:b/>
          <w:bCs/>
          <w:color w:val="999999"/>
        </w:rPr>
        <w:tab/>
      </w:r>
      <w:r>
        <w:rPr>
          <w:b/>
          <w:bCs/>
          <w:color w:val="999999"/>
        </w:rPr>
        <w:tab/>
      </w:r>
      <w:r>
        <w:rPr>
          <w:b/>
          <w:bCs/>
          <w:color w:val="999999"/>
        </w:rPr>
        <w:tab/>
      </w:r>
      <w:r>
        <w:rPr>
          <w:b/>
          <w:bCs/>
          <w:color w:val="999999"/>
        </w:rPr>
        <w:tab/>
      </w:r>
      <w:r>
        <w:rPr>
          <w:b/>
          <w:bCs/>
          <w:color w:val="999999"/>
        </w:rPr>
        <w:tab/>
      </w:r>
      <w:r>
        <w:rPr>
          <w:b/>
          <w:bCs/>
          <w:color w:val="999999"/>
        </w:rPr>
        <w:tab/>
      </w:r>
      <w:r>
        <w:rPr>
          <w:b/>
          <w:bCs/>
          <w:color w:val="999999"/>
        </w:rPr>
        <w:tab/>
      </w:r>
      <w:r w:rsidRPr="00B13C76">
        <w:rPr>
          <w:b/>
          <w:bCs/>
          <w:color w:val="999999"/>
        </w:rPr>
        <w:t>ПРИЛОЖЕНИЕ №</w:t>
      </w:r>
      <w:r>
        <w:rPr>
          <w:b/>
          <w:bCs/>
          <w:color w:val="999999"/>
        </w:rPr>
        <w:t>1</w:t>
      </w:r>
      <w:r w:rsidRPr="003E3D86">
        <w:rPr>
          <w:b/>
          <w:bCs/>
          <w:color w:val="999999"/>
          <w:lang w:val="ru-RU"/>
        </w:rPr>
        <w:t>_2</w:t>
      </w:r>
    </w:p>
    <w:p w:rsidR="000E4B1F" w:rsidRPr="00CD2039" w:rsidRDefault="000E4B1F" w:rsidP="009B43B5">
      <w:pPr>
        <w:jc w:val="center"/>
        <w:rPr>
          <w:sz w:val="28"/>
          <w:szCs w:val="28"/>
          <w:lang w:val="ru-RU"/>
        </w:rPr>
      </w:pPr>
    </w:p>
    <w:p w:rsidR="000E4B1F" w:rsidRDefault="000E4B1F" w:rsidP="009B43B5">
      <w:pPr>
        <w:ind w:firstLine="142"/>
        <w:jc w:val="center"/>
        <w:rPr>
          <w:sz w:val="28"/>
          <w:szCs w:val="28"/>
        </w:rPr>
      </w:pPr>
    </w:p>
    <w:p w:rsidR="000E4B1F" w:rsidRPr="00992C6A" w:rsidRDefault="000E4B1F" w:rsidP="009B43B5">
      <w:pPr>
        <w:ind w:firstLine="142"/>
        <w:jc w:val="center"/>
        <w:rPr>
          <w:spacing w:val="-6"/>
          <w:w w:val="114"/>
          <w:sz w:val="32"/>
          <w:szCs w:val="32"/>
        </w:rPr>
      </w:pPr>
      <w:r w:rsidRPr="00992C6A">
        <w:rPr>
          <w:sz w:val="32"/>
          <w:szCs w:val="32"/>
        </w:rPr>
        <w:t>Технически спецификации на оборудването</w:t>
      </w:r>
    </w:p>
    <w:p w:rsidR="000E4B1F" w:rsidRDefault="000E4B1F" w:rsidP="00DD53EF">
      <w:pPr>
        <w:ind w:firstLine="142"/>
        <w:jc w:val="center"/>
        <w:rPr>
          <w:spacing w:val="-6"/>
          <w:w w:val="114"/>
          <w:sz w:val="36"/>
          <w:szCs w:val="36"/>
        </w:rPr>
      </w:pPr>
    </w:p>
    <w:p w:rsidR="000E4B1F" w:rsidRDefault="000E4B1F" w:rsidP="00DD53EF">
      <w:pPr>
        <w:ind w:firstLine="142"/>
        <w:jc w:val="center"/>
        <w:rPr>
          <w:spacing w:val="-6"/>
          <w:w w:val="114"/>
          <w:sz w:val="36"/>
          <w:szCs w:val="36"/>
        </w:rPr>
      </w:pPr>
    </w:p>
    <w:p w:rsidR="000E4B1F" w:rsidRPr="00992C6A" w:rsidRDefault="000E4B1F" w:rsidP="00DD53EF">
      <w:pPr>
        <w:ind w:firstLine="142"/>
        <w:jc w:val="center"/>
        <w:rPr>
          <w:spacing w:val="-6"/>
          <w:w w:val="114"/>
          <w:sz w:val="28"/>
          <w:szCs w:val="28"/>
        </w:rPr>
      </w:pPr>
      <w:r w:rsidRPr="00992C6A">
        <w:rPr>
          <w:spacing w:val="-6"/>
          <w:w w:val="114"/>
          <w:sz w:val="28"/>
          <w:szCs w:val="28"/>
        </w:rPr>
        <w:t>ОБОСОБЕНА ПОЗИЦИЯ №2</w:t>
      </w:r>
    </w:p>
    <w:p w:rsidR="000E4B1F" w:rsidRPr="009B43B5" w:rsidRDefault="000E4B1F" w:rsidP="00D8176D">
      <w:pPr>
        <w:ind w:firstLine="142"/>
        <w:jc w:val="both"/>
        <w:rPr>
          <w:spacing w:val="-6"/>
          <w:w w:val="114"/>
          <w:lang w:val="ru-RU"/>
        </w:rPr>
      </w:pPr>
    </w:p>
    <w:p w:rsidR="000E4B1F" w:rsidRPr="00D8176D" w:rsidRDefault="000E4B1F" w:rsidP="00D8176D">
      <w:pPr>
        <w:ind w:firstLine="142"/>
        <w:jc w:val="both"/>
      </w:pPr>
      <w:r w:rsidRPr="00D8176D">
        <w:t xml:space="preserve">Проект: </w:t>
      </w:r>
      <w:r w:rsidRPr="00D8176D">
        <w:rPr>
          <w:lang w:val="en-US"/>
        </w:rPr>
        <w:t>BG</w:t>
      </w:r>
      <w:r w:rsidRPr="009B43B5">
        <w:rPr>
          <w:lang w:val="ru-RU"/>
        </w:rPr>
        <w:t>05</w:t>
      </w:r>
      <w:r w:rsidRPr="00CD315A">
        <w:rPr>
          <w:lang w:val="ru-RU"/>
        </w:rPr>
        <w:t>1</w:t>
      </w:r>
      <w:r w:rsidRPr="00D8176D">
        <w:rPr>
          <w:lang w:val="en-US"/>
        </w:rPr>
        <w:t>PO</w:t>
      </w:r>
      <w:r w:rsidRPr="009B43B5">
        <w:rPr>
          <w:lang w:val="ru-RU"/>
        </w:rPr>
        <w:t xml:space="preserve">001-4.1.05-0179 </w:t>
      </w:r>
      <w:r w:rsidRPr="00D8176D">
        <w:t xml:space="preserve">„Интеграционни мерки за подобряване на достъпа до образование  в община Габрово” </w:t>
      </w:r>
    </w:p>
    <w:p w:rsidR="000E4B1F" w:rsidRPr="004D6A3E" w:rsidRDefault="000E4B1F" w:rsidP="006248F7">
      <w:pPr>
        <w:ind w:firstLine="142"/>
        <w:jc w:val="center"/>
      </w:pPr>
    </w:p>
    <w:tbl>
      <w:tblPr>
        <w:tblW w:w="9214" w:type="dxa"/>
        <w:tblInd w:w="-68" w:type="dxa"/>
        <w:tblCellMar>
          <w:left w:w="70" w:type="dxa"/>
          <w:right w:w="70" w:type="dxa"/>
        </w:tblCellMar>
        <w:tblLook w:val="0000"/>
      </w:tblPr>
      <w:tblGrid>
        <w:gridCol w:w="1134"/>
        <w:gridCol w:w="5954"/>
        <w:gridCol w:w="2126"/>
      </w:tblGrid>
      <w:tr w:rsidR="000E4B1F" w:rsidRPr="00295BA0">
        <w:trPr>
          <w:trHeight w:val="255"/>
        </w:trPr>
        <w:tc>
          <w:tcPr>
            <w:tcW w:w="708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0E4B1F" w:rsidRPr="00295BA0" w:rsidRDefault="000E4B1F" w:rsidP="00FE1F37">
            <w:r w:rsidRPr="00295BA0">
              <w:t>1. Видео камера – КАМ 1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0E4B1F" w:rsidRPr="00295BA0" w:rsidRDefault="000E4B1F" w:rsidP="002B70F5">
            <w:pPr>
              <w:ind w:left="-211" w:firstLine="211"/>
              <w:jc w:val="right"/>
            </w:pPr>
            <w:r>
              <w:t>4</w:t>
            </w:r>
            <w:r w:rsidRPr="00295BA0">
              <w:t xml:space="preserve"> броя</w:t>
            </w:r>
          </w:p>
        </w:tc>
      </w:tr>
      <w:tr w:rsidR="000E4B1F" w:rsidRPr="00295BA0">
        <w:tblPrEx>
          <w:tblCellMar>
            <w:left w:w="108" w:type="dxa"/>
            <w:right w:w="108" w:type="dxa"/>
          </w:tblCellMar>
          <w:tblLook w:val="00A0"/>
        </w:tblPrEx>
        <w:trPr>
          <w:trHeight w:val="24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0E4B1F" w:rsidRPr="00295BA0" w:rsidRDefault="000E4B1F" w:rsidP="002C07F8">
            <w:pPr>
              <w:rPr>
                <w:sz w:val="20"/>
                <w:szCs w:val="20"/>
              </w:rPr>
            </w:pPr>
            <w:r w:rsidRPr="00295BA0">
              <w:rPr>
                <w:sz w:val="20"/>
                <w:szCs w:val="20"/>
              </w:rPr>
              <w:t>Тип</w:t>
            </w:r>
          </w:p>
        </w:tc>
        <w:tc>
          <w:tcPr>
            <w:tcW w:w="80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0E4B1F" w:rsidRPr="00295BA0" w:rsidRDefault="000E4B1F" w:rsidP="002C07F8">
            <w:pPr>
              <w:rPr>
                <w:sz w:val="20"/>
                <w:szCs w:val="20"/>
              </w:rPr>
            </w:pPr>
            <w:r w:rsidRPr="00295BA0">
              <w:rPr>
                <w:sz w:val="20"/>
                <w:szCs w:val="20"/>
              </w:rPr>
              <w:t>Модел</w:t>
            </w:r>
          </w:p>
        </w:tc>
      </w:tr>
      <w:tr w:rsidR="000E4B1F" w:rsidRPr="00295BA0">
        <w:tblPrEx>
          <w:tblCellMar>
            <w:left w:w="108" w:type="dxa"/>
            <w:right w:w="108" w:type="dxa"/>
          </w:tblCellMar>
          <w:tblLook w:val="00A0"/>
        </w:tblPrEx>
        <w:trPr>
          <w:trHeight w:val="24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0E4B1F" w:rsidRPr="00295BA0" w:rsidRDefault="000E4B1F" w:rsidP="002C07F8">
            <w:pPr>
              <w:rPr>
                <w:sz w:val="20"/>
                <w:szCs w:val="20"/>
              </w:rPr>
            </w:pPr>
            <w:r w:rsidRPr="00295BA0">
              <w:t>КАМ 1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4B1F" w:rsidRPr="00295BA0" w:rsidRDefault="000E4B1F" w:rsidP="002C07F8">
            <w:pPr>
              <w:rPr>
                <w:sz w:val="20"/>
                <w:szCs w:val="20"/>
                <w:lang w:eastAsia="zh-TW"/>
              </w:rPr>
            </w:pPr>
            <w:r w:rsidRPr="00295BA0">
              <w:t>Видео камера</w:t>
            </w:r>
          </w:p>
          <w:p w:rsidR="000E4B1F" w:rsidRPr="00295BA0" w:rsidRDefault="000E4B1F" w:rsidP="002C07F8">
            <w:pPr>
              <w:keepNext/>
              <w:ind w:left="65" w:right="50"/>
              <w:rPr>
                <w:sz w:val="20"/>
                <w:szCs w:val="20"/>
              </w:rPr>
            </w:pPr>
            <w:r w:rsidRPr="00295BA0">
              <w:rPr>
                <w:sz w:val="20"/>
                <w:szCs w:val="20"/>
                <w:shd w:val="clear" w:color="auto" w:fill="FFFFFF"/>
              </w:rPr>
              <w:t>Full HD видеокамера, запис върху флаш карти памет, 25x оптично приближение, оптична стабилизация, микрофон, слот карти памет</w:t>
            </w:r>
          </w:p>
          <w:p w:rsidR="000E4B1F" w:rsidRPr="00295BA0" w:rsidRDefault="000E4B1F" w:rsidP="002C07F8">
            <w:pPr>
              <w:keepNext/>
              <w:ind w:left="65" w:right="50"/>
              <w:rPr>
                <w:sz w:val="20"/>
                <w:szCs w:val="20"/>
              </w:rPr>
            </w:pPr>
          </w:p>
        </w:tc>
      </w:tr>
      <w:tr w:rsidR="000E4B1F" w:rsidRPr="00295BA0">
        <w:trPr>
          <w:trHeight w:val="255"/>
        </w:trPr>
        <w:tc>
          <w:tcPr>
            <w:tcW w:w="7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0E4B1F" w:rsidRPr="00295BA0" w:rsidRDefault="000E4B1F" w:rsidP="00FE1F37">
            <w:r w:rsidRPr="00295BA0">
              <w:t xml:space="preserve">2. Екран за мултимедия – </w:t>
            </w:r>
            <w:r>
              <w:t>ЕКР2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0E4B1F" w:rsidRPr="00295BA0" w:rsidRDefault="000E4B1F" w:rsidP="002B70F5">
            <w:pPr>
              <w:ind w:left="-211" w:firstLine="211"/>
              <w:jc w:val="right"/>
            </w:pPr>
            <w:r>
              <w:t>4</w:t>
            </w:r>
            <w:r w:rsidRPr="00295BA0">
              <w:t xml:space="preserve"> броя</w:t>
            </w:r>
          </w:p>
        </w:tc>
      </w:tr>
      <w:tr w:rsidR="000E4B1F" w:rsidRPr="00295BA0">
        <w:tblPrEx>
          <w:tblCellMar>
            <w:left w:w="108" w:type="dxa"/>
            <w:right w:w="108" w:type="dxa"/>
          </w:tblCellMar>
          <w:tblLook w:val="00A0"/>
        </w:tblPrEx>
        <w:trPr>
          <w:trHeight w:val="24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0E4B1F" w:rsidRPr="00295BA0" w:rsidRDefault="000E4B1F" w:rsidP="002C07F8">
            <w:pPr>
              <w:rPr>
                <w:sz w:val="20"/>
                <w:szCs w:val="20"/>
              </w:rPr>
            </w:pPr>
            <w:r w:rsidRPr="00295BA0">
              <w:rPr>
                <w:sz w:val="20"/>
                <w:szCs w:val="20"/>
              </w:rPr>
              <w:t>Тип</w:t>
            </w:r>
          </w:p>
        </w:tc>
        <w:tc>
          <w:tcPr>
            <w:tcW w:w="80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0E4B1F" w:rsidRPr="00295BA0" w:rsidRDefault="000E4B1F" w:rsidP="002C07F8">
            <w:pPr>
              <w:rPr>
                <w:sz w:val="20"/>
                <w:szCs w:val="20"/>
              </w:rPr>
            </w:pPr>
            <w:r w:rsidRPr="00295BA0">
              <w:rPr>
                <w:sz w:val="20"/>
                <w:szCs w:val="20"/>
              </w:rPr>
              <w:t>Модел</w:t>
            </w:r>
          </w:p>
        </w:tc>
      </w:tr>
      <w:tr w:rsidR="000E4B1F" w:rsidRPr="00295BA0">
        <w:tblPrEx>
          <w:tblCellMar>
            <w:left w:w="108" w:type="dxa"/>
            <w:right w:w="108" w:type="dxa"/>
          </w:tblCellMar>
          <w:tblLook w:val="00A0"/>
        </w:tblPrEx>
        <w:trPr>
          <w:trHeight w:val="24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0E4B1F" w:rsidRPr="00295BA0" w:rsidRDefault="000E4B1F" w:rsidP="002C07F8">
            <w:pPr>
              <w:rPr>
                <w:sz w:val="20"/>
                <w:szCs w:val="20"/>
              </w:rPr>
            </w:pPr>
            <w:r>
              <w:t>EKP 2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4B1F" w:rsidRPr="00295BA0" w:rsidRDefault="000E4B1F" w:rsidP="004D6A3E">
            <w:pPr>
              <w:rPr>
                <w:sz w:val="20"/>
                <w:szCs w:val="20"/>
                <w:lang w:eastAsia="zh-TW"/>
              </w:rPr>
            </w:pPr>
            <w:r w:rsidRPr="00295BA0">
              <w:t>Екран за мултимедия</w:t>
            </w:r>
          </w:p>
          <w:p w:rsidR="000E4B1F" w:rsidRPr="00295BA0" w:rsidRDefault="000E4B1F" w:rsidP="004D6A3E">
            <w:pPr>
              <w:keepNext/>
              <w:ind w:right="50"/>
              <w:rPr>
                <w:sz w:val="20"/>
                <w:szCs w:val="20"/>
              </w:rPr>
            </w:pPr>
            <w:r w:rsidRPr="00295BA0">
              <w:rPr>
                <w:sz w:val="20"/>
                <w:szCs w:val="20"/>
                <w:shd w:val="clear" w:color="auto" w:fill="FFFFFF"/>
              </w:rPr>
              <w:t>Диагонал: 85" (215.9 cm), Размери: 152.4 х 152.4, Формат: 1:1, Цвят: White</w:t>
            </w:r>
          </w:p>
          <w:p w:rsidR="000E4B1F" w:rsidRPr="00295BA0" w:rsidRDefault="000E4B1F" w:rsidP="002C07F8">
            <w:pPr>
              <w:keepNext/>
              <w:ind w:left="65" w:right="50"/>
              <w:rPr>
                <w:sz w:val="20"/>
                <w:szCs w:val="20"/>
              </w:rPr>
            </w:pPr>
          </w:p>
        </w:tc>
      </w:tr>
    </w:tbl>
    <w:p w:rsidR="000E4B1F" w:rsidRPr="004D6A3E" w:rsidRDefault="000E4B1F" w:rsidP="00E53527">
      <w:pPr>
        <w:jc w:val="center"/>
      </w:pPr>
    </w:p>
    <w:p w:rsidR="000E4B1F" w:rsidRDefault="000E4B1F" w:rsidP="00E53527">
      <w:pPr>
        <w:jc w:val="center"/>
      </w:pPr>
    </w:p>
    <w:p w:rsidR="000E4B1F" w:rsidRDefault="000E4B1F" w:rsidP="003E3D86">
      <w:pPr>
        <w:jc w:val="both"/>
        <w:rPr>
          <w:b/>
          <w:bCs/>
        </w:rPr>
      </w:pPr>
      <w:r w:rsidRPr="00155652">
        <w:rPr>
          <w:b/>
          <w:bCs/>
        </w:rPr>
        <w:t>Гаранционните срокове на всяка отделна техника от оборудването следва да бъде минимум 24 (двадесет и четири) месеца.</w:t>
      </w:r>
    </w:p>
    <w:p w:rsidR="000E4B1F" w:rsidRPr="00494AD4" w:rsidRDefault="000E4B1F" w:rsidP="00E7651E">
      <w:pPr>
        <w:jc w:val="both"/>
        <w:rPr>
          <w:b/>
          <w:bCs/>
          <w:i/>
          <w:iCs/>
        </w:rPr>
      </w:pPr>
      <w:r w:rsidRPr="00494AD4">
        <w:rPr>
          <w:b/>
          <w:bCs/>
          <w:i/>
          <w:iCs/>
        </w:rPr>
        <w:t xml:space="preserve">ВАЖНО: </w:t>
      </w:r>
      <w:r>
        <w:rPr>
          <w:b/>
          <w:bCs/>
          <w:i/>
          <w:iCs/>
        </w:rPr>
        <w:t>Предлаганата цена за всеки един артикул</w:t>
      </w:r>
      <w:r w:rsidRPr="00494AD4">
        <w:rPr>
          <w:b/>
          <w:bCs/>
          <w:i/>
          <w:iCs/>
        </w:rPr>
        <w:t xml:space="preserve"> не трябва да надхвърля 800.00 лв / осемстотин лева / без ДДС.</w:t>
      </w:r>
    </w:p>
    <w:p w:rsidR="000E4B1F" w:rsidRPr="004D6A3E" w:rsidRDefault="000E4B1F" w:rsidP="00E53527">
      <w:pPr>
        <w:jc w:val="center"/>
      </w:pPr>
    </w:p>
    <w:sectPr w:rsidR="000E4B1F" w:rsidRPr="004D6A3E" w:rsidSect="00AD43B8">
      <w:headerReference w:type="default" r:id="rId7"/>
      <w:foot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4B1F" w:rsidRDefault="000E4B1F" w:rsidP="00535C65">
      <w:r>
        <w:separator/>
      </w:r>
    </w:p>
  </w:endnote>
  <w:endnote w:type="continuationSeparator" w:id="0">
    <w:p w:rsidR="000E4B1F" w:rsidRDefault="000E4B1F" w:rsidP="00535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B1F" w:rsidRDefault="000E4B1F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0E4B1F" w:rsidRDefault="000E4B1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4B1F" w:rsidRDefault="000E4B1F" w:rsidP="00535C65">
      <w:r>
        <w:separator/>
      </w:r>
    </w:p>
  </w:footnote>
  <w:footnote w:type="continuationSeparator" w:id="0">
    <w:p w:rsidR="000E4B1F" w:rsidRDefault="000E4B1F" w:rsidP="00535C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B1F" w:rsidRDefault="000E4B1F">
    <w:pPr>
      <w:pStyle w:val="Header"/>
    </w:pPr>
  </w:p>
  <w:p w:rsidR="000E4B1F" w:rsidRDefault="000E4B1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979FD"/>
    <w:multiLevelType w:val="hybridMultilevel"/>
    <w:tmpl w:val="E6CCB972"/>
    <w:lvl w:ilvl="0" w:tplc="F17E01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DB1D83"/>
    <w:multiLevelType w:val="multilevel"/>
    <w:tmpl w:val="C478C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3BF02D78"/>
    <w:multiLevelType w:val="multilevel"/>
    <w:tmpl w:val="FFE22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549A60B3"/>
    <w:multiLevelType w:val="multilevel"/>
    <w:tmpl w:val="F8AED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C8C"/>
    <w:rsid w:val="00001B2E"/>
    <w:rsid w:val="00081D25"/>
    <w:rsid w:val="000931B1"/>
    <w:rsid w:val="000E1A75"/>
    <w:rsid w:val="000E4B1F"/>
    <w:rsid w:val="00107E60"/>
    <w:rsid w:val="00114504"/>
    <w:rsid w:val="00137609"/>
    <w:rsid w:val="001412CD"/>
    <w:rsid w:val="00155652"/>
    <w:rsid w:val="001634F6"/>
    <w:rsid w:val="00172C8C"/>
    <w:rsid w:val="001E4DF3"/>
    <w:rsid w:val="00202571"/>
    <w:rsid w:val="00210233"/>
    <w:rsid w:val="002150A7"/>
    <w:rsid w:val="00221A2B"/>
    <w:rsid w:val="0022658A"/>
    <w:rsid w:val="00277946"/>
    <w:rsid w:val="00292DF7"/>
    <w:rsid w:val="0029311D"/>
    <w:rsid w:val="00295BA0"/>
    <w:rsid w:val="002B70F5"/>
    <w:rsid w:val="002C07F8"/>
    <w:rsid w:val="002D744A"/>
    <w:rsid w:val="003277F4"/>
    <w:rsid w:val="003451C4"/>
    <w:rsid w:val="0035403E"/>
    <w:rsid w:val="003C4FCF"/>
    <w:rsid w:val="003D06DF"/>
    <w:rsid w:val="003D4FBB"/>
    <w:rsid w:val="003E3D86"/>
    <w:rsid w:val="003E448E"/>
    <w:rsid w:val="004547E4"/>
    <w:rsid w:val="00472DBC"/>
    <w:rsid w:val="0047538D"/>
    <w:rsid w:val="00480415"/>
    <w:rsid w:val="004875D7"/>
    <w:rsid w:val="00494AD4"/>
    <w:rsid w:val="004C0DD8"/>
    <w:rsid w:val="004D6A3E"/>
    <w:rsid w:val="004F7EB5"/>
    <w:rsid w:val="00535C65"/>
    <w:rsid w:val="00580AC1"/>
    <w:rsid w:val="005A59CF"/>
    <w:rsid w:val="005B3F20"/>
    <w:rsid w:val="005C4C34"/>
    <w:rsid w:val="005F6107"/>
    <w:rsid w:val="006248F7"/>
    <w:rsid w:val="006468B1"/>
    <w:rsid w:val="0065459F"/>
    <w:rsid w:val="006A5132"/>
    <w:rsid w:val="006D0AF6"/>
    <w:rsid w:val="006E4F29"/>
    <w:rsid w:val="006E764E"/>
    <w:rsid w:val="006F366D"/>
    <w:rsid w:val="00715942"/>
    <w:rsid w:val="00717494"/>
    <w:rsid w:val="00722843"/>
    <w:rsid w:val="007275D1"/>
    <w:rsid w:val="007853B4"/>
    <w:rsid w:val="007923B6"/>
    <w:rsid w:val="00796F30"/>
    <w:rsid w:val="007F19E1"/>
    <w:rsid w:val="00826E74"/>
    <w:rsid w:val="00834A8B"/>
    <w:rsid w:val="00847991"/>
    <w:rsid w:val="00852E7D"/>
    <w:rsid w:val="00864F43"/>
    <w:rsid w:val="00872EBF"/>
    <w:rsid w:val="00887316"/>
    <w:rsid w:val="00913629"/>
    <w:rsid w:val="00925847"/>
    <w:rsid w:val="00933568"/>
    <w:rsid w:val="00950A09"/>
    <w:rsid w:val="00961433"/>
    <w:rsid w:val="009748F5"/>
    <w:rsid w:val="00982692"/>
    <w:rsid w:val="00984DE5"/>
    <w:rsid w:val="00992C6A"/>
    <w:rsid w:val="009A2894"/>
    <w:rsid w:val="009B43B5"/>
    <w:rsid w:val="009C5679"/>
    <w:rsid w:val="009E1A55"/>
    <w:rsid w:val="009F2485"/>
    <w:rsid w:val="00A30DA2"/>
    <w:rsid w:val="00A32F4E"/>
    <w:rsid w:val="00A6284E"/>
    <w:rsid w:val="00AB7D12"/>
    <w:rsid w:val="00AC5572"/>
    <w:rsid w:val="00AD43B8"/>
    <w:rsid w:val="00AF2E6A"/>
    <w:rsid w:val="00B13C76"/>
    <w:rsid w:val="00B16453"/>
    <w:rsid w:val="00B303C8"/>
    <w:rsid w:val="00B815EA"/>
    <w:rsid w:val="00B8507F"/>
    <w:rsid w:val="00B978A1"/>
    <w:rsid w:val="00C446E2"/>
    <w:rsid w:val="00C453B4"/>
    <w:rsid w:val="00C66CDA"/>
    <w:rsid w:val="00CA672C"/>
    <w:rsid w:val="00CB109B"/>
    <w:rsid w:val="00CD2039"/>
    <w:rsid w:val="00CD315A"/>
    <w:rsid w:val="00D177D3"/>
    <w:rsid w:val="00D41380"/>
    <w:rsid w:val="00D77DB9"/>
    <w:rsid w:val="00D8176D"/>
    <w:rsid w:val="00D90422"/>
    <w:rsid w:val="00DB1A4F"/>
    <w:rsid w:val="00DC2D9F"/>
    <w:rsid w:val="00DD0ADD"/>
    <w:rsid w:val="00DD53EF"/>
    <w:rsid w:val="00DE326B"/>
    <w:rsid w:val="00E12E5F"/>
    <w:rsid w:val="00E358D9"/>
    <w:rsid w:val="00E53527"/>
    <w:rsid w:val="00E6020B"/>
    <w:rsid w:val="00E7153F"/>
    <w:rsid w:val="00E7651E"/>
    <w:rsid w:val="00E901A1"/>
    <w:rsid w:val="00EB3480"/>
    <w:rsid w:val="00ED3CAE"/>
    <w:rsid w:val="00F17CC7"/>
    <w:rsid w:val="00F21DC1"/>
    <w:rsid w:val="00F25096"/>
    <w:rsid w:val="00F269ED"/>
    <w:rsid w:val="00F3063F"/>
    <w:rsid w:val="00FD2A55"/>
    <w:rsid w:val="00FE1F37"/>
    <w:rsid w:val="00FF1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C8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1CharCharCharCharCharChar">
    <w:name w:val="Char1 Char Char Char1 Char Char Char Char Char Char"/>
    <w:basedOn w:val="Normal"/>
    <w:uiPriority w:val="99"/>
    <w:rsid w:val="007923B6"/>
    <w:pPr>
      <w:tabs>
        <w:tab w:val="left" w:pos="709"/>
      </w:tabs>
    </w:pPr>
    <w:rPr>
      <w:rFonts w:ascii="Tahoma" w:hAnsi="Tahoma" w:cs="Tahoma"/>
      <w:lang w:val="pl-PL" w:eastAsia="pl-PL"/>
    </w:rPr>
  </w:style>
  <w:style w:type="character" w:customStyle="1" w:styleId="apple-converted-space">
    <w:name w:val="apple-converted-space"/>
    <w:basedOn w:val="DefaultParagraphFont"/>
    <w:uiPriority w:val="99"/>
    <w:rsid w:val="00EB3480"/>
  </w:style>
  <w:style w:type="paragraph" w:customStyle="1" w:styleId="CharChar11CharCharCharChar">
    <w:name w:val="Char Char11 Char Char Char Char"/>
    <w:basedOn w:val="Normal"/>
    <w:uiPriority w:val="99"/>
    <w:rsid w:val="00107E60"/>
    <w:pPr>
      <w:tabs>
        <w:tab w:val="left" w:pos="709"/>
      </w:tabs>
    </w:pPr>
    <w:rPr>
      <w:rFonts w:ascii="Tahoma" w:hAnsi="Tahoma" w:cs="Tahoma"/>
      <w:lang w:val="pl-PL" w:eastAsia="pl-PL"/>
    </w:rPr>
  </w:style>
  <w:style w:type="character" w:styleId="Strong">
    <w:name w:val="Strong"/>
    <w:basedOn w:val="DefaultParagraphFont"/>
    <w:uiPriority w:val="99"/>
    <w:qFormat/>
    <w:rsid w:val="00C66CDA"/>
    <w:rPr>
      <w:b/>
      <w:bCs/>
    </w:rPr>
  </w:style>
  <w:style w:type="character" w:styleId="Emphasis">
    <w:name w:val="Emphasis"/>
    <w:basedOn w:val="DefaultParagraphFont"/>
    <w:uiPriority w:val="99"/>
    <w:qFormat/>
    <w:rsid w:val="00F25096"/>
    <w:rPr>
      <w:i/>
      <w:iCs/>
    </w:rPr>
  </w:style>
  <w:style w:type="paragraph" w:customStyle="1" w:styleId="Char1CharCharCharCharCharChar1CharCharCharCharCharCharCharCharCharCharCharCharCharCharChar">
    <w:name w:val="Char1 Char Char Char Char Char Char Знак Знак1 Char Char Знак Знак Char Char Char Char Char Char Char Char Char Char Char Char Char"/>
    <w:basedOn w:val="Normal"/>
    <w:uiPriority w:val="99"/>
    <w:rsid w:val="00AC5572"/>
    <w:pPr>
      <w:tabs>
        <w:tab w:val="left" w:pos="709"/>
      </w:tabs>
    </w:pPr>
    <w:rPr>
      <w:rFonts w:ascii="Tahoma" w:hAnsi="Tahoma" w:cs="Tahoma"/>
      <w:sz w:val="26"/>
      <w:szCs w:val="26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354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5403E"/>
    <w:rPr>
      <w:rFonts w:ascii="Tahoma" w:hAnsi="Tahoma" w:cs="Tahoma"/>
      <w:sz w:val="16"/>
      <w:szCs w:val="16"/>
      <w:lang w:eastAsia="bg-BG"/>
    </w:rPr>
  </w:style>
  <w:style w:type="paragraph" w:styleId="ListParagraph">
    <w:name w:val="List Paragraph"/>
    <w:basedOn w:val="Normal"/>
    <w:uiPriority w:val="99"/>
    <w:qFormat/>
    <w:rsid w:val="005C4C34"/>
    <w:pPr>
      <w:ind w:left="720"/>
    </w:pPr>
  </w:style>
  <w:style w:type="paragraph" w:customStyle="1" w:styleId="Char1CharCharChar1CharCharCharCharCharChar1">
    <w:name w:val="Char1 Char Char Char1 Char Char Char Char Char Char1"/>
    <w:basedOn w:val="Normal"/>
    <w:uiPriority w:val="99"/>
    <w:rsid w:val="00155652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Header">
    <w:name w:val="header"/>
    <w:basedOn w:val="Normal"/>
    <w:link w:val="HeaderChar"/>
    <w:uiPriority w:val="99"/>
    <w:rsid w:val="00535C6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35C65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535C6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35C65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Char1CharCharChar1CharCharCharCharCharChar2">
    <w:name w:val="Char1 Char Char Char1 Char Char Char Char Char Char2"/>
    <w:basedOn w:val="Normal"/>
    <w:uiPriority w:val="99"/>
    <w:rsid w:val="009B43B5"/>
    <w:pPr>
      <w:tabs>
        <w:tab w:val="left" w:pos="709"/>
      </w:tabs>
    </w:pPr>
    <w:rPr>
      <w:rFonts w:ascii="Tahoma" w:eastAsia="Calibri" w:hAnsi="Tahoma" w:cs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19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19695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19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196954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19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19696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19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115</Words>
  <Characters>660</Characters>
  <Application>Microsoft Office Outlook</Application>
  <DocSecurity>0</DocSecurity>
  <Lines>0</Lines>
  <Paragraphs>0</Paragraphs>
  <ScaleCrop>false</ScaleCrop>
  <Company>Reg Adm Gabrovo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Stoykov</dc:creator>
  <cp:keywords/>
  <dc:description/>
  <cp:lastModifiedBy>vganeva</cp:lastModifiedBy>
  <cp:revision>17</cp:revision>
  <cp:lastPrinted>2013-06-19T07:45:00Z</cp:lastPrinted>
  <dcterms:created xsi:type="dcterms:W3CDTF">2013-07-30T08:33:00Z</dcterms:created>
  <dcterms:modified xsi:type="dcterms:W3CDTF">2013-08-12T06:17:00Z</dcterms:modified>
</cp:coreProperties>
</file>