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0C" w:rsidRPr="00DE260B" w:rsidRDefault="009F140C" w:rsidP="00CD2039">
      <w:pPr>
        <w:rPr>
          <w:b/>
          <w:bCs/>
          <w:color w:val="999999"/>
          <w:lang w:val="ru-RU"/>
        </w:rPr>
      </w:pP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 w:rsidRPr="00B13C76">
        <w:rPr>
          <w:b/>
          <w:bCs/>
          <w:color w:val="999999"/>
        </w:rPr>
        <w:t>ПРИЛОЖЕНИЕ №1</w:t>
      </w:r>
      <w:r w:rsidRPr="00DE260B">
        <w:rPr>
          <w:b/>
          <w:bCs/>
          <w:color w:val="999999"/>
          <w:lang w:val="ru-RU"/>
        </w:rPr>
        <w:t>_1</w:t>
      </w:r>
    </w:p>
    <w:p w:rsidR="009F140C" w:rsidRPr="00CD2039" w:rsidRDefault="009F140C" w:rsidP="00CD2039">
      <w:pPr>
        <w:jc w:val="center"/>
        <w:rPr>
          <w:sz w:val="28"/>
          <w:szCs w:val="28"/>
          <w:lang w:val="ru-RU"/>
        </w:rPr>
      </w:pPr>
    </w:p>
    <w:p w:rsidR="009F140C" w:rsidRPr="007D5DF2" w:rsidRDefault="009F140C" w:rsidP="00AC5572">
      <w:pPr>
        <w:ind w:firstLine="142"/>
        <w:jc w:val="center"/>
        <w:rPr>
          <w:spacing w:val="-6"/>
          <w:w w:val="114"/>
          <w:sz w:val="32"/>
          <w:szCs w:val="32"/>
        </w:rPr>
      </w:pPr>
      <w:r w:rsidRPr="007D5DF2">
        <w:rPr>
          <w:sz w:val="32"/>
          <w:szCs w:val="32"/>
        </w:rPr>
        <w:t>Технически спецификации на оборудването</w:t>
      </w:r>
    </w:p>
    <w:p w:rsidR="009F140C" w:rsidRPr="007D5DF2" w:rsidRDefault="009F140C" w:rsidP="00AC5572">
      <w:pPr>
        <w:ind w:firstLine="142"/>
        <w:jc w:val="center"/>
        <w:rPr>
          <w:spacing w:val="-6"/>
          <w:w w:val="114"/>
          <w:sz w:val="32"/>
          <w:szCs w:val="32"/>
        </w:rPr>
      </w:pPr>
    </w:p>
    <w:p w:rsidR="009F140C" w:rsidRPr="007D5DF2" w:rsidRDefault="009F140C" w:rsidP="00AC5572">
      <w:pPr>
        <w:ind w:firstLine="142"/>
        <w:jc w:val="center"/>
        <w:rPr>
          <w:spacing w:val="-6"/>
          <w:w w:val="114"/>
          <w:sz w:val="28"/>
          <w:szCs w:val="28"/>
        </w:rPr>
      </w:pPr>
      <w:r w:rsidRPr="007D5DF2">
        <w:rPr>
          <w:spacing w:val="-6"/>
          <w:w w:val="114"/>
          <w:sz w:val="28"/>
          <w:szCs w:val="28"/>
        </w:rPr>
        <w:t>по</w:t>
      </w:r>
    </w:p>
    <w:p w:rsidR="009F140C" w:rsidRPr="007D5DF2" w:rsidRDefault="009F140C" w:rsidP="00AC5572">
      <w:pPr>
        <w:ind w:firstLine="142"/>
        <w:jc w:val="center"/>
        <w:rPr>
          <w:spacing w:val="-6"/>
          <w:w w:val="114"/>
          <w:lang w:val="ru-RU"/>
        </w:rPr>
      </w:pPr>
      <w:r w:rsidRPr="007D5DF2">
        <w:rPr>
          <w:spacing w:val="-6"/>
          <w:w w:val="114"/>
          <w:sz w:val="28"/>
          <w:szCs w:val="28"/>
        </w:rPr>
        <w:t>ОБОСОБЕНА ПОЗИЦИЯ №1</w:t>
      </w:r>
    </w:p>
    <w:p w:rsidR="009F140C" w:rsidRPr="007D5DF2" w:rsidRDefault="009F140C" w:rsidP="00AC5572">
      <w:pPr>
        <w:ind w:firstLine="142"/>
        <w:jc w:val="center"/>
        <w:rPr>
          <w:spacing w:val="-6"/>
          <w:w w:val="114"/>
          <w:sz w:val="36"/>
          <w:szCs w:val="36"/>
          <w:lang w:val="ru-RU"/>
        </w:rPr>
      </w:pPr>
    </w:p>
    <w:p w:rsidR="009F140C" w:rsidRPr="005212CF" w:rsidRDefault="009F140C" w:rsidP="001A196D">
      <w:pPr>
        <w:pStyle w:val="ListParagraph"/>
        <w:numPr>
          <w:ilvl w:val="0"/>
          <w:numId w:val="4"/>
        </w:numPr>
        <w:jc w:val="both"/>
        <w:rPr>
          <w:b/>
          <w:bCs/>
          <w:spacing w:val="-6"/>
          <w:w w:val="114"/>
          <w:sz w:val="32"/>
          <w:szCs w:val="32"/>
        </w:rPr>
      </w:pPr>
      <w:r>
        <w:rPr>
          <w:b/>
          <w:bCs/>
          <w:spacing w:val="-6"/>
          <w:w w:val="114"/>
          <w:sz w:val="32"/>
          <w:szCs w:val="32"/>
        </w:rPr>
        <w:t>Д</w:t>
      </w:r>
      <w:r w:rsidRPr="005212CF">
        <w:rPr>
          <w:b/>
          <w:bCs/>
          <w:sz w:val="32"/>
          <w:szCs w:val="32"/>
          <w:lang w:val="ru-RU"/>
        </w:rPr>
        <w:t>оставка на оборудване за нуждите на Община Габрово</w:t>
      </w:r>
    </w:p>
    <w:p w:rsidR="009F140C" w:rsidRPr="004D6A3E" w:rsidRDefault="009F140C" w:rsidP="00172C8C">
      <w:pPr>
        <w:ind w:firstLine="142"/>
        <w:rPr>
          <w:spacing w:val="-6"/>
          <w:w w:val="114"/>
        </w:rPr>
      </w:pPr>
    </w:p>
    <w:p w:rsidR="009F140C" w:rsidRPr="005C4C34" w:rsidRDefault="009F140C" w:rsidP="00172C8C">
      <w:pPr>
        <w:ind w:left="360"/>
        <w:rPr>
          <w:b/>
          <w:bCs/>
          <w:spacing w:val="-6"/>
          <w:w w:val="114"/>
          <w:lang w:val="en-US"/>
        </w:rPr>
      </w:pPr>
      <w:r w:rsidRPr="005C4C34">
        <w:rPr>
          <w:b/>
          <w:bCs/>
          <w:spacing w:val="-6"/>
          <w:w w:val="114"/>
        </w:rPr>
        <w:t>1. Компютърни конфигурации</w:t>
      </w:r>
      <w:r w:rsidRPr="005C4C34">
        <w:rPr>
          <w:b/>
          <w:bCs/>
          <w:spacing w:val="-6"/>
          <w:w w:val="114"/>
          <w:lang w:val="en-US"/>
        </w:rPr>
        <w:t>.</w:t>
      </w:r>
    </w:p>
    <w:p w:rsidR="009F140C" w:rsidRDefault="009F140C" w:rsidP="00172C8C">
      <w:pPr>
        <w:rPr>
          <w:spacing w:val="-6"/>
          <w:w w:val="114"/>
        </w:rPr>
      </w:pPr>
    </w:p>
    <w:p w:rsidR="009F140C" w:rsidRPr="005C4C34" w:rsidRDefault="009F140C" w:rsidP="00172C8C">
      <w:pPr>
        <w:rPr>
          <w:spacing w:val="-6"/>
          <w:w w:val="114"/>
        </w:rPr>
      </w:pPr>
    </w:p>
    <w:tbl>
      <w:tblPr>
        <w:tblW w:w="9229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5"/>
        <w:gridCol w:w="583"/>
        <w:gridCol w:w="6505"/>
        <w:gridCol w:w="2126"/>
      </w:tblGrid>
      <w:tr w:rsidR="009F140C" w:rsidRPr="005C4C34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982692">
            <w:r w:rsidRPr="005C4C34">
              <w:t xml:space="preserve">Компютърни конфигурации ТИП PC1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B815EA">
            <w:pPr>
              <w:jc w:val="center"/>
            </w:pPr>
            <w:r w:rsidRPr="005C4C34">
              <w:t>27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40"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6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DC2D9F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630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РС1</w:t>
            </w:r>
          </w:p>
        </w:tc>
        <w:tc>
          <w:tcPr>
            <w:tcW w:w="8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tbl>
            <w:tblPr>
              <w:tblW w:w="0" w:type="auto"/>
              <w:tblLook w:val="00A0"/>
            </w:tblPr>
            <w:tblGrid>
              <w:gridCol w:w="8415"/>
            </w:tblGrid>
            <w:tr w:rsidR="009F140C" w:rsidRPr="005C4C34">
              <w:trPr>
                <w:trHeight w:val="1170"/>
              </w:trPr>
              <w:tc>
                <w:tcPr>
                  <w:tcW w:w="8415" w:type="dxa"/>
                </w:tcPr>
                <w:p w:rsidR="009F140C" w:rsidRPr="005C4C34" w:rsidRDefault="009F140C" w:rsidP="00602046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>Процесор:</w:t>
                  </w:r>
                  <w:r w:rsidRPr="005C4C34">
                    <w:rPr>
                      <w:sz w:val="20"/>
                      <w:szCs w:val="20"/>
                    </w:rPr>
                    <w:tab/>
                  </w:r>
                  <w:r w:rsidRPr="005C4C34">
                    <w:rPr>
                      <w:sz w:val="20"/>
                      <w:szCs w:val="20"/>
                      <w:shd w:val="clear" w:color="auto" w:fill="F5F5F5"/>
                    </w:rPr>
                    <w:t xml:space="preserve"> Dual-Core Processor </w:t>
                  </w:r>
                  <w:r w:rsidRPr="005C4C34">
                    <w:rPr>
                      <w:sz w:val="20"/>
                      <w:szCs w:val="20"/>
                    </w:rPr>
                    <w:t>2.6GHz,  HD CPU, BOX</w:t>
                  </w:r>
                </w:p>
                <w:p w:rsidR="009F140C" w:rsidRPr="005C4C34" w:rsidRDefault="009F140C" w:rsidP="00602046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 xml:space="preserve">Дънна платка: Съответстваща на процесора </w:t>
                  </w:r>
                </w:p>
                <w:p w:rsidR="009F140C" w:rsidRPr="005C4C34" w:rsidRDefault="009F140C" w:rsidP="00602046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>Памет, MB:</w:t>
                  </w:r>
                  <w:r w:rsidRPr="005C4C34">
                    <w:rPr>
                      <w:sz w:val="20"/>
                      <w:szCs w:val="20"/>
                    </w:rPr>
                    <w:tab/>
                    <w:t xml:space="preserve">4 GB DDR3 </w:t>
                  </w:r>
                </w:p>
                <w:p w:rsidR="009F140C" w:rsidRPr="005C4C34" w:rsidRDefault="009F140C" w:rsidP="00602046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>Твърд диск:</w:t>
                  </w:r>
                  <w:r w:rsidRPr="005C4C34">
                    <w:rPr>
                      <w:sz w:val="20"/>
                      <w:szCs w:val="20"/>
                    </w:rPr>
                    <w:tab/>
                    <w:t xml:space="preserve">500 GB SATA </w:t>
                  </w:r>
                </w:p>
                <w:p w:rsidR="009F140C" w:rsidRPr="005C4C34" w:rsidRDefault="009F140C" w:rsidP="00602046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>Оптично устройство:</w:t>
                  </w:r>
                  <w:r w:rsidRPr="005C4C34">
                    <w:rPr>
                      <w:sz w:val="20"/>
                      <w:szCs w:val="20"/>
                    </w:rPr>
                    <w:tab/>
                    <w:t>SuperMulti DVDRW SATA</w:t>
                  </w:r>
                </w:p>
                <w:p w:rsidR="009F140C" w:rsidRPr="005C4C34" w:rsidRDefault="009F140C" w:rsidP="00602046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>Видео карта:</w:t>
                  </w:r>
                  <w:r w:rsidRPr="005C4C34">
                    <w:rPr>
                      <w:sz w:val="20"/>
                      <w:szCs w:val="20"/>
                    </w:rPr>
                    <w:tab/>
                    <w:t>Integrated Graphics</w:t>
                  </w:r>
                </w:p>
                <w:p w:rsidR="009F140C" w:rsidRPr="005C4C34" w:rsidRDefault="009F140C" w:rsidP="00602046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>Мрежа:</w:t>
                  </w:r>
                  <w:r w:rsidRPr="005C4C34">
                    <w:rPr>
                      <w:sz w:val="20"/>
                      <w:szCs w:val="20"/>
                    </w:rPr>
                    <w:tab/>
                    <w:t xml:space="preserve">Gigabit Ethernet LAN </w:t>
                  </w:r>
                </w:p>
                <w:p w:rsidR="009F140C" w:rsidRPr="005C4C34" w:rsidRDefault="009F140C" w:rsidP="00602046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>Клавиатура: PS/2 Keyboard</w:t>
                  </w:r>
                </w:p>
                <w:p w:rsidR="009F140C" w:rsidRPr="005C4C34" w:rsidRDefault="009F140C" w:rsidP="005C4C34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>Мишка PS/2: Optical Mouse</w:t>
                  </w:r>
                </w:p>
              </w:tc>
            </w:tr>
          </w:tbl>
          <w:p w:rsidR="009F140C" w:rsidRPr="005C4C34" w:rsidRDefault="009F140C" w:rsidP="00602046">
            <w:pPr>
              <w:rPr>
                <w:sz w:val="20"/>
                <w:szCs w:val="20"/>
              </w:rPr>
            </w:pPr>
          </w:p>
        </w:tc>
      </w:tr>
    </w:tbl>
    <w:p w:rsidR="009F140C" w:rsidRDefault="009F140C" w:rsidP="00172C8C">
      <w:pPr>
        <w:rPr>
          <w:b/>
          <w:bCs/>
          <w:spacing w:val="-6"/>
          <w:w w:val="114"/>
        </w:rPr>
      </w:pPr>
    </w:p>
    <w:p w:rsidR="009F140C" w:rsidRPr="004D6A3E" w:rsidRDefault="009F140C" w:rsidP="00172C8C">
      <w:pPr>
        <w:rPr>
          <w:b/>
          <w:bCs/>
          <w:spacing w:val="-6"/>
          <w:w w:val="114"/>
        </w:rPr>
      </w:pPr>
    </w:p>
    <w:p w:rsidR="009F140C" w:rsidRDefault="009F140C" w:rsidP="00172C8C">
      <w:pPr>
        <w:ind w:left="360"/>
        <w:rPr>
          <w:b/>
          <w:bCs/>
        </w:rPr>
      </w:pPr>
      <w:r w:rsidRPr="004D6A3E">
        <w:rPr>
          <w:b/>
          <w:bCs/>
        </w:rPr>
        <w:t>2. Монитори</w:t>
      </w:r>
      <w:r>
        <w:rPr>
          <w:b/>
          <w:bCs/>
          <w:lang w:val="en-US"/>
        </w:rPr>
        <w:t>.</w:t>
      </w:r>
    </w:p>
    <w:p w:rsidR="009F140C" w:rsidRPr="005C4C34" w:rsidRDefault="009F140C" w:rsidP="00172C8C">
      <w:pPr>
        <w:ind w:left="360"/>
        <w:rPr>
          <w:b/>
          <w:bCs/>
        </w:rPr>
      </w:pPr>
    </w:p>
    <w:p w:rsidR="009F140C" w:rsidRPr="005C4C34" w:rsidRDefault="009F140C" w:rsidP="00172C8C"/>
    <w:tbl>
      <w:tblPr>
        <w:tblW w:w="9214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900"/>
        <w:gridCol w:w="6188"/>
        <w:gridCol w:w="2126"/>
      </w:tblGrid>
      <w:tr w:rsidR="009F140C" w:rsidRPr="005C4C34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AC5572">
            <w:r w:rsidRPr="005C4C34">
              <w:t>Монитор ТИП – М1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B815EA">
            <w:pPr>
              <w:ind w:left="-211" w:firstLine="211"/>
              <w:jc w:val="center"/>
            </w:pPr>
            <w:r w:rsidRPr="005C4C34">
              <w:t>11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3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DC2D9F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М1</w:t>
            </w:r>
          </w:p>
        </w:tc>
        <w:tc>
          <w:tcPr>
            <w:tcW w:w="8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A32F4E">
            <w:pPr>
              <w:keepNext/>
              <w:ind w:right="50"/>
              <w:rPr>
                <w:sz w:val="20"/>
                <w:szCs w:val="20"/>
                <w:shd w:val="clear" w:color="auto" w:fill="F5F5F5"/>
              </w:rPr>
            </w:pPr>
            <w:r w:rsidRPr="005C4C34">
              <w:rPr>
                <w:sz w:val="20"/>
                <w:szCs w:val="20"/>
              </w:rPr>
              <w:t xml:space="preserve">Размер на екрана: inch </w:t>
            </w:r>
            <w:r w:rsidRPr="005C4C34">
              <w:rPr>
                <w:sz w:val="20"/>
                <w:szCs w:val="20"/>
                <w:shd w:val="clear" w:color="auto" w:fill="F5F5F5"/>
              </w:rPr>
              <w:t xml:space="preserve">18.5" LCD </w:t>
            </w:r>
          </w:p>
          <w:p w:rsidR="009F140C" w:rsidRPr="005C4C34" w:rsidRDefault="009F140C" w:rsidP="00A32F4E">
            <w:pPr>
              <w:keepNext/>
              <w:ind w:right="50"/>
              <w:rPr>
                <w:rStyle w:val="apple-converted-space"/>
                <w:sz w:val="20"/>
                <w:szCs w:val="20"/>
                <w:shd w:val="clear" w:color="auto" w:fill="F5F5F5"/>
              </w:rPr>
            </w:pPr>
            <w:r w:rsidRPr="005C4C34">
              <w:rPr>
                <w:sz w:val="20"/>
                <w:szCs w:val="20"/>
              </w:rPr>
              <w:t>Резолюция</w:t>
            </w:r>
            <w:r>
              <w:rPr>
                <w:sz w:val="20"/>
                <w:szCs w:val="20"/>
              </w:rPr>
              <w:t>:</w:t>
            </w:r>
            <w:r w:rsidRPr="005C4C34">
              <w:rPr>
                <w:sz w:val="20"/>
                <w:szCs w:val="20"/>
              </w:rPr>
              <w:tab/>
              <w:t>1366x768</w:t>
            </w:r>
          </w:p>
          <w:p w:rsidR="009F140C" w:rsidRPr="005C4C34" w:rsidRDefault="009F140C" w:rsidP="005C4C34">
            <w:pPr>
              <w:keepNext/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Време за реакция, </w:t>
            </w:r>
            <w:r w:rsidRPr="005C4C34">
              <w:rPr>
                <w:sz w:val="20"/>
                <w:szCs w:val="20"/>
              </w:rPr>
              <w:t>5ms</w:t>
            </w:r>
          </w:p>
        </w:tc>
      </w:tr>
      <w:tr w:rsidR="009F140C" w:rsidRPr="005C4C34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AC5572">
            <w:r w:rsidRPr="005C4C34">
              <w:t xml:space="preserve">Монитор ТИП – М2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B815EA">
            <w:pPr>
              <w:ind w:left="-211" w:firstLine="211"/>
              <w:jc w:val="center"/>
            </w:pPr>
            <w:r w:rsidRPr="005C4C34">
              <w:t>1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3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DC2D9F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М2</w:t>
            </w:r>
          </w:p>
        </w:tc>
        <w:tc>
          <w:tcPr>
            <w:tcW w:w="8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A32F4E">
            <w:pPr>
              <w:rPr>
                <w:sz w:val="20"/>
                <w:szCs w:val="20"/>
                <w:lang w:eastAsia="zh-TW"/>
              </w:rPr>
            </w:pPr>
            <w:r w:rsidRPr="005C4C34">
              <w:rPr>
                <w:sz w:val="20"/>
                <w:szCs w:val="20"/>
                <w:lang w:eastAsia="zh-TW"/>
              </w:rPr>
              <w:t xml:space="preserve">Размер на екрана: inch 24" LCD  </w:t>
            </w:r>
          </w:p>
          <w:p w:rsidR="009F140C" w:rsidRPr="005C4C34" w:rsidRDefault="009F140C" w:rsidP="00A32F4E">
            <w:pPr>
              <w:rPr>
                <w:sz w:val="20"/>
                <w:szCs w:val="20"/>
                <w:lang w:eastAsia="zh-TW"/>
              </w:rPr>
            </w:pPr>
            <w:r w:rsidRPr="005C4C34">
              <w:rPr>
                <w:sz w:val="20"/>
                <w:szCs w:val="20"/>
                <w:lang w:eastAsia="zh-TW"/>
              </w:rPr>
              <w:t>Резолюция</w:t>
            </w:r>
            <w:r>
              <w:rPr>
                <w:sz w:val="20"/>
                <w:szCs w:val="20"/>
                <w:lang w:eastAsia="zh-TW"/>
              </w:rPr>
              <w:t>:</w:t>
            </w:r>
            <w:r w:rsidRPr="005C4C34">
              <w:rPr>
                <w:sz w:val="20"/>
                <w:szCs w:val="20"/>
                <w:lang w:eastAsia="zh-TW"/>
              </w:rPr>
              <w:tab/>
              <w:t xml:space="preserve">1920x1084 </w:t>
            </w:r>
          </w:p>
          <w:p w:rsidR="009F140C" w:rsidRPr="005C4C34" w:rsidRDefault="009F140C" w:rsidP="00A32F4E">
            <w:pPr>
              <w:keepNext/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TW"/>
              </w:rPr>
              <w:t xml:space="preserve">Време за реакция, </w:t>
            </w:r>
            <w:r w:rsidRPr="005C4C34">
              <w:rPr>
                <w:sz w:val="20"/>
                <w:szCs w:val="20"/>
                <w:lang w:eastAsia="zh-TW"/>
              </w:rPr>
              <w:t>5ms</w:t>
            </w:r>
          </w:p>
        </w:tc>
      </w:tr>
    </w:tbl>
    <w:p w:rsidR="009F140C" w:rsidRPr="005C4C34" w:rsidRDefault="009F140C" w:rsidP="00172C8C"/>
    <w:p w:rsidR="009F140C" w:rsidRDefault="009F140C" w:rsidP="00172C8C">
      <w:pPr>
        <w:rPr>
          <w:b/>
          <w:bCs/>
        </w:rPr>
      </w:pPr>
    </w:p>
    <w:p w:rsidR="009F140C" w:rsidRPr="005C4C34" w:rsidRDefault="009F140C" w:rsidP="00172C8C">
      <w:pPr>
        <w:ind w:left="360"/>
        <w:rPr>
          <w:b/>
          <w:bCs/>
          <w:spacing w:val="-6"/>
          <w:w w:val="114"/>
          <w:lang w:val="en-US"/>
        </w:rPr>
      </w:pPr>
      <w:r w:rsidRPr="004D6A3E">
        <w:rPr>
          <w:b/>
          <w:bCs/>
          <w:spacing w:val="-6"/>
          <w:w w:val="114"/>
        </w:rPr>
        <w:t>3. Компютърни периферни устройства</w:t>
      </w:r>
      <w:r>
        <w:rPr>
          <w:b/>
          <w:bCs/>
          <w:spacing w:val="-6"/>
          <w:w w:val="114"/>
          <w:lang w:val="en-US"/>
        </w:rPr>
        <w:t>.</w:t>
      </w:r>
    </w:p>
    <w:p w:rsidR="009F140C" w:rsidRPr="005C4C34" w:rsidRDefault="009F140C" w:rsidP="00172C8C">
      <w:pPr>
        <w:rPr>
          <w:spacing w:val="-6"/>
          <w:w w:val="114"/>
        </w:rPr>
      </w:pPr>
    </w:p>
    <w:p w:rsidR="009F140C" w:rsidRPr="005C4C34" w:rsidRDefault="009F140C" w:rsidP="00172C8C">
      <w:pPr>
        <w:rPr>
          <w:spacing w:val="-6"/>
          <w:w w:val="114"/>
        </w:rPr>
      </w:pPr>
    </w:p>
    <w:tbl>
      <w:tblPr>
        <w:tblW w:w="9214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772"/>
        <w:gridCol w:w="6316"/>
        <w:gridCol w:w="2126"/>
      </w:tblGrid>
      <w:tr w:rsidR="009F140C" w:rsidRPr="005C4C34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CD2039" w:rsidRDefault="009F140C" w:rsidP="00602046">
            <w:pPr>
              <w:rPr>
                <w:lang w:val="ru-RU"/>
              </w:rPr>
            </w:pPr>
            <w:r w:rsidRPr="005C4C34">
              <w:t xml:space="preserve">Компютърни периферни устройства </w:t>
            </w:r>
            <w:r w:rsidRPr="00CD2039">
              <w:rPr>
                <w:lang w:val="ru-RU"/>
              </w:rPr>
              <w:t xml:space="preserve">- </w:t>
            </w:r>
            <w:r w:rsidRPr="005C4C34">
              <w:rPr>
                <w:sz w:val="20"/>
                <w:szCs w:val="20"/>
              </w:rPr>
              <w:t>ЛМУ1</w:t>
            </w:r>
          </w:p>
          <w:p w:rsidR="009F140C" w:rsidRPr="005C4C34" w:rsidRDefault="009F140C" w:rsidP="005C4C34">
            <w:r w:rsidRPr="005C4C34">
              <w:t>ЦВЕТНО ЛАЗЕРНО МУЛТИФУНКЦИОНАЛНО УСТРОЙСТВО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B815EA">
            <w:pPr>
              <w:jc w:val="center"/>
            </w:pPr>
            <w:r w:rsidRPr="005C4C34">
              <w:t>2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4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63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ЛМУ1</w:t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  <w:lang w:eastAsia="zh-TW"/>
              </w:rPr>
            </w:pPr>
            <w:r w:rsidRPr="005C4C34">
              <w:t>Цветно лазерно мултифункционални устройства</w:t>
            </w:r>
            <w:r w:rsidRPr="005C4C34">
              <w:rPr>
                <w:sz w:val="20"/>
                <w:szCs w:val="20"/>
                <w:lang w:eastAsia="zh-TW"/>
              </w:rPr>
              <w:t xml:space="preserve">  (принтер, копир, скенер,)</w:t>
            </w:r>
          </w:p>
          <w:tbl>
            <w:tblPr>
              <w:tblW w:w="0" w:type="auto"/>
              <w:tblLook w:val="00A0"/>
            </w:tblPr>
            <w:tblGrid>
              <w:gridCol w:w="8226"/>
            </w:tblGrid>
            <w:tr w:rsidR="009F140C" w:rsidRPr="005C4C34">
              <w:trPr>
                <w:trHeight w:val="595"/>
              </w:trPr>
              <w:tc>
                <w:tcPr>
                  <w:tcW w:w="8418" w:type="dxa"/>
                </w:tcPr>
                <w:p w:rsidR="009F140C" w:rsidRPr="005C4C34" w:rsidRDefault="009F140C" w:rsidP="00602046">
                  <w:pPr>
                    <w:keepNext/>
                    <w:ind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  <w:lang w:eastAsia="zh-TW"/>
                    </w:rPr>
                    <w:t xml:space="preserve"> </w:t>
                  </w:r>
                  <w:r w:rsidRPr="005C4C34">
                    <w:rPr>
                      <w:sz w:val="20"/>
                      <w:szCs w:val="20"/>
                    </w:rPr>
                    <w:t xml:space="preserve">Тип: Лазерно, Формат А4, </w:t>
                  </w:r>
                  <w:r w:rsidRPr="005C4C34">
                    <w:rPr>
                      <w:sz w:val="20"/>
                      <w:szCs w:val="20"/>
                      <w:shd w:val="clear" w:color="auto" w:fill="FFFFFF"/>
                    </w:rPr>
                    <w:t xml:space="preserve">Скорост  20 стр./мин. , Резолюция от 1200 dpi, Резолюция на сканиране 1200 x 1200 dpi,  Интерфейс </w:t>
                  </w:r>
                  <w:r w:rsidRPr="005C4C34">
                    <w:rPr>
                      <w:sz w:val="20"/>
                      <w:szCs w:val="20"/>
                    </w:rPr>
                    <w:t>USB 2.0, 10/100 BaseTX, ADF</w:t>
                  </w:r>
                </w:p>
              </w:tc>
            </w:tr>
          </w:tbl>
          <w:p w:rsidR="009F140C" w:rsidRPr="005C4C34" w:rsidRDefault="009F140C" w:rsidP="00602046">
            <w:pPr>
              <w:rPr>
                <w:sz w:val="20"/>
                <w:szCs w:val="20"/>
              </w:rPr>
            </w:pPr>
          </w:p>
        </w:tc>
      </w:tr>
      <w:tr w:rsidR="009F140C" w:rsidRPr="005C4C34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CD2039" w:rsidRDefault="009F140C" w:rsidP="00DB1A4F">
            <w:pPr>
              <w:rPr>
                <w:lang w:val="ru-RU"/>
              </w:rPr>
            </w:pPr>
            <w:r w:rsidRPr="005C4C34">
              <w:rPr>
                <w:spacing w:val="-6"/>
                <w:w w:val="114"/>
              </w:rPr>
              <w:t>Компютърни периферни устройства</w:t>
            </w:r>
            <w:r w:rsidRPr="005C4C34">
              <w:t xml:space="preserve"> </w:t>
            </w:r>
            <w:r w:rsidRPr="00CD2039">
              <w:rPr>
                <w:lang w:val="ru-RU"/>
              </w:rPr>
              <w:t xml:space="preserve">– </w:t>
            </w:r>
            <w:r w:rsidRPr="005C4C34">
              <w:rPr>
                <w:sz w:val="20"/>
                <w:szCs w:val="20"/>
              </w:rPr>
              <w:t>ЛМУ</w:t>
            </w:r>
            <w:r>
              <w:rPr>
                <w:sz w:val="20"/>
                <w:szCs w:val="20"/>
              </w:rPr>
              <w:t>2</w:t>
            </w:r>
          </w:p>
          <w:p w:rsidR="009F140C" w:rsidRPr="005C4C34" w:rsidRDefault="009F140C" w:rsidP="005C4C34">
            <w:r w:rsidRPr="005C4C34">
              <w:t>ЛАЗЕРНО МУЛТИФУНКЦИОНАЛНО УСТРОЙСТВО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B815EA">
            <w:pPr>
              <w:jc w:val="center"/>
            </w:pPr>
            <w:r w:rsidRPr="005C4C34">
              <w:t>6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4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63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ЛМУ2</w:t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  <w:lang w:eastAsia="zh-TW"/>
              </w:rPr>
            </w:pPr>
            <w:r w:rsidRPr="005C4C34">
              <w:t>Лазерно мултифункционално устройство</w:t>
            </w:r>
            <w:r w:rsidRPr="005C4C34">
              <w:rPr>
                <w:sz w:val="20"/>
                <w:szCs w:val="20"/>
                <w:lang w:eastAsia="zh-TW"/>
              </w:rPr>
              <w:t xml:space="preserve">  (принтер, копир, скенер,)</w:t>
            </w:r>
          </w:p>
          <w:tbl>
            <w:tblPr>
              <w:tblW w:w="0" w:type="auto"/>
              <w:tblLook w:val="00A0"/>
            </w:tblPr>
            <w:tblGrid>
              <w:gridCol w:w="8226"/>
            </w:tblGrid>
            <w:tr w:rsidR="009F140C" w:rsidRPr="005C4C34">
              <w:trPr>
                <w:trHeight w:val="595"/>
              </w:trPr>
              <w:tc>
                <w:tcPr>
                  <w:tcW w:w="8418" w:type="dxa"/>
                </w:tcPr>
                <w:p w:rsidR="009F140C" w:rsidRPr="005C4C34" w:rsidRDefault="009F140C" w:rsidP="005C4C34">
                  <w:pPr>
                    <w:keepNext/>
                    <w:ind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 xml:space="preserve">Тип: Лазерно, Формат А4, </w:t>
                  </w:r>
                  <w:r w:rsidRPr="005C4C34">
                    <w:rPr>
                      <w:sz w:val="20"/>
                      <w:szCs w:val="20"/>
                      <w:shd w:val="clear" w:color="auto" w:fill="FFFFFF"/>
                    </w:rPr>
                    <w:t xml:space="preserve">Скорост  18 стр./мин. , Резолюция от 1200 dpi, Резолюция на сканиране 1200 x 1200 dpi,  Интерфейс </w:t>
                  </w:r>
                  <w:r w:rsidRPr="005C4C34">
                    <w:rPr>
                      <w:sz w:val="20"/>
                      <w:szCs w:val="20"/>
                    </w:rPr>
                    <w:t>USB 2.0, 10/100 BaseTX, ADF</w:t>
                  </w:r>
                </w:p>
              </w:tc>
            </w:tr>
          </w:tbl>
          <w:p w:rsidR="009F140C" w:rsidRPr="005C4C34" w:rsidRDefault="009F140C" w:rsidP="00602046">
            <w:pPr>
              <w:rPr>
                <w:sz w:val="20"/>
                <w:szCs w:val="20"/>
              </w:rPr>
            </w:pPr>
          </w:p>
        </w:tc>
      </w:tr>
      <w:tr w:rsidR="009F140C" w:rsidRPr="005C4C34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CD2039" w:rsidRDefault="009F140C" w:rsidP="00ED3CAE">
            <w:pPr>
              <w:rPr>
                <w:lang w:val="ru-RU"/>
              </w:rPr>
            </w:pPr>
            <w:r w:rsidRPr="005C4C34">
              <w:rPr>
                <w:spacing w:val="-6"/>
                <w:w w:val="114"/>
              </w:rPr>
              <w:t>Компютърни периферни устройства</w:t>
            </w:r>
            <w:r w:rsidRPr="005C4C34">
              <w:t xml:space="preserve"> </w:t>
            </w:r>
            <w:r>
              <w:t>– П1</w:t>
            </w:r>
          </w:p>
          <w:p w:rsidR="009F140C" w:rsidRPr="005C4C34" w:rsidRDefault="009F140C" w:rsidP="00ED3CAE">
            <w:r w:rsidRPr="005C4C34">
              <w:t>МАТРИЧЕН ПРИНТЕР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B815EA">
            <w:pPr>
              <w:jc w:val="center"/>
            </w:pPr>
            <w:r w:rsidRPr="005C4C34">
              <w:t>4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4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63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П1</w:t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  <w:lang w:eastAsia="zh-TW"/>
              </w:rPr>
            </w:pPr>
          </w:p>
          <w:tbl>
            <w:tblPr>
              <w:tblW w:w="0" w:type="auto"/>
              <w:tblLook w:val="00A0"/>
            </w:tblPr>
            <w:tblGrid>
              <w:gridCol w:w="8226"/>
            </w:tblGrid>
            <w:tr w:rsidR="009F140C" w:rsidRPr="005C4C34">
              <w:trPr>
                <w:trHeight w:val="528"/>
              </w:trPr>
              <w:tc>
                <w:tcPr>
                  <w:tcW w:w="8358" w:type="dxa"/>
                </w:tcPr>
                <w:p w:rsidR="009F140C" w:rsidRPr="005C4C34" w:rsidRDefault="009F140C" w:rsidP="00602046">
                  <w:pPr>
                    <w:keepNext/>
                    <w:ind w:right="50"/>
                    <w:rPr>
                      <w:sz w:val="20"/>
                      <w:szCs w:val="20"/>
                    </w:rPr>
                  </w:pPr>
                  <w:r w:rsidRPr="005C4C34">
                    <w:rPr>
                      <w:sz w:val="20"/>
                      <w:szCs w:val="20"/>
                    </w:rPr>
                    <w:t xml:space="preserve">Тип: Матричен, </w:t>
                  </w:r>
                  <w:r w:rsidRPr="005C4C34">
                    <w:rPr>
                      <w:sz w:val="20"/>
                      <w:szCs w:val="20"/>
                      <w:shd w:val="clear" w:color="auto" w:fill="FFFFFF"/>
                    </w:rPr>
                    <w:t>Брой игли:</w:t>
                  </w:r>
                  <w:r w:rsidRPr="005C4C34">
                    <w:rPr>
                      <w:rStyle w:val="apple-converted-space"/>
                      <w:sz w:val="20"/>
                      <w:szCs w:val="20"/>
                      <w:shd w:val="clear" w:color="auto" w:fill="FFFFFF"/>
                    </w:rPr>
                    <w:t> </w:t>
                  </w:r>
                  <w:r w:rsidRPr="005C4C34">
                    <w:rPr>
                      <w:sz w:val="20"/>
                      <w:szCs w:val="20"/>
                      <w:shd w:val="clear" w:color="auto" w:fill="FFFFFF"/>
                    </w:rPr>
                    <w:t>9 pins, Брой колони:</w:t>
                  </w:r>
                  <w:r w:rsidRPr="005C4C34">
                    <w:rPr>
                      <w:rStyle w:val="apple-converted-space"/>
                      <w:sz w:val="20"/>
                      <w:szCs w:val="20"/>
                      <w:shd w:val="clear" w:color="auto" w:fill="FFFFFF"/>
                    </w:rPr>
                    <w:t> </w:t>
                  </w:r>
                  <w:r w:rsidRPr="005C4C34">
                    <w:rPr>
                      <w:sz w:val="20"/>
                      <w:szCs w:val="20"/>
                      <w:shd w:val="clear" w:color="auto" w:fill="FFFFFF"/>
                    </w:rPr>
                    <w:t>80 columns, Интерфейс:</w:t>
                  </w:r>
                  <w:r w:rsidRPr="005C4C34">
                    <w:rPr>
                      <w:rStyle w:val="apple-converted-space"/>
                      <w:sz w:val="20"/>
                      <w:szCs w:val="20"/>
                      <w:shd w:val="clear" w:color="auto" w:fill="FFFFFF"/>
                    </w:rPr>
                    <w:t> </w:t>
                  </w:r>
                  <w:r w:rsidRPr="005C4C34">
                    <w:rPr>
                      <w:sz w:val="20"/>
                      <w:szCs w:val="20"/>
                      <w:shd w:val="clear" w:color="auto" w:fill="FFFFFF"/>
                    </w:rPr>
                    <w:t xml:space="preserve">Bidirectional parallel, Parallel, USB 2.0 </w:t>
                  </w:r>
                </w:p>
              </w:tc>
            </w:tr>
          </w:tbl>
          <w:p w:rsidR="009F140C" w:rsidRPr="005C4C34" w:rsidRDefault="009F140C" w:rsidP="00602046">
            <w:pPr>
              <w:rPr>
                <w:sz w:val="20"/>
                <w:szCs w:val="20"/>
              </w:rPr>
            </w:pPr>
          </w:p>
        </w:tc>
      </w:tr>
      <w:tr w:rsidR="009F140C" w:rsidRPr="005C4C34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Default="009F140C" w:rsidP="00ED3CAE">
            <w:r w:rsidRPr="005C4C34">
              <w:rPr>
                <w:spacing w:val="-6"/>
                <w:w w:val="114"/>
              </w:rPr>
              <w:t>Компютърни периферни устройства</w:t>
            </w:r>
            <w:r w:rsidRPr="005C4C34">
              <w:t xml:space="preserve"> </w:t>
            </w:r>
            <w:r>
              <w:t>– С1</w:t>
            </w:r>
          </w:p>
          <w:p w:rsidR="009F140C" w:rsidRPr="005C4C34" w:rsidRDefault="009F140C" w:rsidP="00ED3CAE">
            <w:r w:rsidRPr="005C4C34">
              <w:t>ДОКУМЕНТАЛЕН СКЕНЕР ( БЪРЗ)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B815EA">
            <w:pPr>
              <w:jc w:val="center"/>
            </w:pPr>
            <w:r w:rsidRPr="005C4C34">
              <w:t>2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40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4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63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С1</w:t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  <w:lang w:eastAsia="zh-TW"/>
              </w:rPr>
            </w:pPr>
            <w:r w:rsidRPr="005C4C34">
              <w:rPr>
                <w:sz w:val="20"/>
                <w:szCs w:val="20"/>
              </w:rPr>
              <w:t>Документален скенер</w:t>
            </w:r>
          </w:p>
          <w:p w:rsidR="009F140C" w:rsidRPr="005C4C34" w:rsidRDefault="009F140C" w:rsidP="00ED3CAE">
            <w:pPr>
              <w:rPr>
                <w:sz w:val="20"/>
                <w:szCs w:val="20"/>
              </w:rPr>
            </w:pPr>
            <w:r w:rsidRPr="005C4C34">
              <w:rPr>
                <w:rStyle w:val="Strong"/>
                <w:b w:val="0"/>
                <w:bCs w:val="0"/>
                <w:sz w:val="20"/>
                <w:szCs w:val="20"/>
                <w:shd w:val="clear" w:color="auto" w:fill="FFFFFF"/>
              </w:rPr>
              <w:t xml:space="preserve">Скорост на сканиране  </w:t>
            </w:r>
            <w:r w:rsidRPr="005C4C34">
              <w:rPr>
                <w:sz w:val="20"/>
                <w:szCs w:val="20"/>
                <w:shd w:val="clear" w:color="auto" w:fill="FFFFFF"/>
              </w:rPr>
              <w:t xml:space="preserve">20 стр/мин А4, </w:t>
            </w:r>
            <w:r w:rsidRPr="005C4C34">
              <w:rPr>
                <w:sz w:val="20"/>
                <w:szCs w:val="20"/>
              </w:rPr>
              <w:t xml:space="preserve">Резолюция на сканиране от 600 dpi, </w:t>
            </w:r>
            <w:r w:rsidRPr="005C4C34">
              <w:rPr>
                <w:sz w:val="20"/>
                <w:szCs w:val="20"/>
                <w:shd w:val="clear" w:color="auto" w:fill="FFFFFF"/>
              </w:rPr>
              <w:t xml:space="preserve">Автоматично листоподаващо устройство, </w:t>
            </w:r>
            <w:r w:rsidRPr="005C4C34">
              <w:rPr>
                <w:sz w:val="20"/>
                <w:szCs w:val="20"/>
              </w:rPr>
              <w:t>Свързване чрез USB 2.0, Поддържани формати: PDF, JPG и TIFF</w:t>
            </w:r>
          </w:p>
        </w:tc>
      </w:tr>
    </w:tbl>
    <w:p w:rsidR="009F140C" w:rsidRPr="005C4C34" w:rsidRDefault="009F140C" w:rsidP="00172C8C">
      <w:pPr>
        <w:rPr>
          <w:spacing w:val="-6"/>
          <w:w w:val="114"/>
        </w:rPr>
      </w:pPr>
    </w:p>
    <w:p w:rsidR="009F140C" w:rsidRDefault="009F140C" w:rsidP="00172C8C">
      <w:pPr>
        <w:tabs>
          <w:tab w:val="left" w:pos="360"/>
        </w:tabs>
        <w:ind w:left="360"/>
        <w:rPr>
          <w:b/>
          <w:bCs/>
          <w:spacing w:val="-6"/>
          <w:w w:val="114"/>
          <w:lang w:val="en-US"/>
        </w:rPr>
      </w:pPr>
      <w:r>
        <w:rPr>
          <w:b/>
          <w:bCs/>
          <w:spacing w:val="-6"/>
          <w:w w:val="114"/>
        </w:rPr>
        <w:t>4</w:t>
      </w:r>
      <w:r w:rsidRPr="004D6A3E">
        <w:rPr>
          <w:b/>
          <w:bCs/>
          <w:spacing w:val="-6"/>
          <w:w w:val="114"/>
        </w:rPr>
        <w:t>. Мобилни компютри</w:t>
      </w:r>
    </w:p>
    <w:p w:rsidR="009F140C" w:rsidRPr="005C4C34" w:rsidRDefault="009F140C" w:rsidP="00172C8C">
      <w:pPr>
        <w:tabs>
          <w:tab w:val="left" w:pos="360"/>
        </w:tabs>
        <w:ind w:left="360"/>
        <w:rPr>
          <w:spacing w:val="-6"/>
          <w:w w:val="114"/>
          <w:lang w:val="en-US"/>
        </w:rPr>
      </w:pPr>
    </w:p>
    <w:tbl>
      <w:tblPr>
        <w:tblpPr w:leftFromText="141" w:rightFromText="141" w:vertAnchor="text" w:horzAnchor="margin" w:tblpX="70" w:tblpY="21"/>
        <w:tblW w:w="9211" w:type="dxa"/>
        <w:tblCellMar>
          <w:left w:w="70" w:type="dxa"/>
          <w:right w:w="70" w:type="dxa"/>
        </w:tblCellMar>
        <w:tblLook w:val="0000"/>
      </w:tblPr>
      <w:tblGrid>
        <w:gridCol w:w="628"/>
        <w:gridCol w:w="6429"/>
        <w:gridCol w:w="2154"/>
      </w:tblGrid>
      <w:tr w:rsidR="009F140C" w:rsidRPr="005C4C34">
        <w:trPr>
          <w:trHeight w:val="323"/>
        </w:trPr>
        <w:tc>
          <w:tcPr>
            <w:tcW w:w="70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5C4C34">
            <w:r>
              <w:t>МОБИЛЕН КОМПЮТЪР ТИП – МК</w:t>
            </w:r>
            <w:r w:rsidRPr="005C4C34">
              <w:t>1</w:t>
            </w:r>
          </w:p>
        </w:tc>
        <w:tc>
          <w:tcPr>
            <w:tcW w:w="2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5C4C34">
            <w:pPr>
              <w:jc w:val="right"/>
            </w:pPr>
            <w:r w:rsidRPr="005C4C34">
              <w:t>4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304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5C4C34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6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5C4C34">
            <w:pPr>
              <w:rPr>
                <w:sz w:val="20"/>
                <w:szCs w:val="20"/>
                <w:lang w:eastAsia="zh-TW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797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5C4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</w:t>
            </w:r>
            <w:r w:rsidRPr="005C4C34">
              <w:rPr>
                <w:sz w:val="20"/>
                <w:szCs w:val="20"/>
              </w:rPr>
              <w:t>1</w:t>
            </w:r>
          </w:p>
        </w:tc>
        <w:tc>
          <w:tcPr>
            <w:tcW w:w="8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5C4C34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 xml:space="preserve"> </w:t>
            </w:r>
            <w:r w:rsidRPr="005C4C34">
              <w:rPr>
                <w:sz w:val="20"/>
                <w:szCs w:val="20"/>
                <w:lang w:eastAsia="zh-TW"/>
              </w:rPr>
              <w:t xml:space="preserve"> </w:t>
            </w:r>
            <w:r w:rsidRPr="005C4C34">
              <w:rPr>
                <w:sz w:val="20"/>
                <w:szCs w:val="20"/>
              </w:rPr>
              <w:t xml:space="preserve">Процесор: </w:t>
            </w:r>
            <w:r w:rsidRPr="005C4C34">
              <w:rPr>
                <w:sz w:val="20"/>
                <w:szCs w:val="20"/>
                <w:shd w:val="clear" w:color="auto" w:fill="F5F5F5"/>
              </w:rPr>
              <w:t>Core 2 Processor</w:t>
            </w:r>
            <w:r w:rsidRPr="005C4C34">
              <w:rPr>
                <w:rFonts w:ascii="Verdana" w:hAnsi="Verdana" w:cs="Verdana"/>
                <w:sz w:val="20"/>
                <w:szCs w:val="20"/>
                <w:shd w:val="clear" w:color="auto" w:fill="F5F5F5"/>
              </w:rPr>
              <w:t xml:space="preserve"> </w:t>
            </w:r>
            <w:r w:rsidRPr="005C4C34">
              <w:rPr>
                <w:sz w:val="20"/>
                <w:szCs w:val="20"/>
              </w:rPr>
              <w:t xml:space="preserve">, Памет 4GB DDR3, Твърд диск: </w:t>
            </w:r>
            <w:r w:rsidRPr="00CD2039">
              <w:rPr>
                <w:sz w:val="20"/>
                <w:szCs w:val="20"/>
              </w:rPr>
              <w:t>360</w:t>
            </w:r>
            <w:r w:rsidRPr="005C4C34">
              <w:rPr>
                <w:sz w:val="20"/>
                <w:szCs w:val="20"/>
              </w:rPr>
              <w:t xml:space="preserve"> GB SATA </w:t>
            </w:r>
          </w:p>
          <w:p w:rsidR="009F140C" w:rsidRPr="00CD2039" w:rsidRDefault="009F140C" w:rsidP="005C4C34">
            <w:pPr>
              <w:keepNext/>
              <w:ind w:left="65" w:right="50"/>
              <w:rPr>
                <w:sz w:val="20"/>
                <w:szCs w:val="20"/>
                <w:lang w:val="ru-RU"/>
              </w:rPr>
            </w:pPr>
            <w:r w:rsidRPr="005C4C34">
              <w:rPr>
                <w:sz w:val="20"/>
                <w:szCs w:val="20"/>
              </w:rPr>
              <w:t>Оптично устройство:</w:t>
            </w:r>
            <w:r w:rsidRPr="005C4C34">
              <w:rPr>
                <w:sz w:val="20"/>
                <w:szCs w:val="20"/>
              </w:rPr>
              <w:tab/>
              <w:t xml:space="preserve">DVDRW, Видео контролер със собствена памет, </w:t>
            </w:r>
          </w:p>
          <w:p w:rsidR="009F140C" w:rsidRPr="005C4C34" w:rsidRDefault="009F140C" w:rsidP="005C4C34">
            <w:pPr>
              <w:keepNext/>
              <w:ind w:left="65" w:right="50"/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 xml:space="preserve">Размер на екрана </w:t>
            </w:r>
            <w:r w:rsidRPr="005C4C34">
              <w:rPr>
                <w:rStyle w:val="Emphasis"/>
                <w:i w:val="0"/>
                <w:iCs w:val="0"/>
                <w:sz w:val="20"/>
                <w:szCs w:val="20"/>
                <w:shd w:val="clear" w:color="auto" w:fill="FFFFFF"/>
              </w:rPr>
              <w:t>15.6</w:t>
            </w:r>
            <w:r w:rsidRPr="005C4C34">
              <w:rPr>
                <w:sz w:val="20"/>
                <w:szCs w:val="20"/>
                <w:shd w:val="clear" w:color="auto" w:fill="FFFFFF"/>
              </w:rPr>
              <w:t>-inch</w:t>
            </w:r>
            <w:r w:rsidRPr="005C4C3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5C4C34">
              <w:rPr>
                <w:rStyle w:val="Emphasis"/>
                <w:i w:val="0"/>
                <w:iCs w:val="0"/>
                <w:sz w:val="20"/>
                <w:szCs w:val="20"/>
                <w:shd w:val="clear" w:color="auto" w:fill="FFFFFF"/>
              </w:rPr>
              <w:t>HD</w:t>
            </w:r>
            <w:r w:rsidRPr="005C4C3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5C4C34">
              <w:rPr>
                <w:sz w:val="20"/>
                <w:szCs w:val="20"/>
                <w:shd w:val="clear" w:color="auto" w:fill="FFFFFF"/>
              </w:rPr>
              <w:t xml:space="preserve">(1366x768), </w:t>
            </w:r>
            <w:r w:rsidRPr="005C4C34">
              <w:rPr>
                <w:sz w:val="20"/>
                <w:szCs w:val="20"/>
              </w:rPr>
              <w:t xml:space="preserve">Мрежа: Ethernet LAN , WiFi /b/g/n, Мишка: Optical Mouse, Чанта отговаряща на размера </w:t>
            </w:r>
          </w:p>
        </w:tc>
      </w:tr>
    </w:tbl>
    <w:p w:rsidR="009F140C" w:rsidRPr="004D6A3E" w:rsidRDefault="009F140C" w:rsidP="00172C8C">
      <w:pPr>
        <w:rPr>
          <w:b/>
          <w:bCs/>
          <w:spacing w:val="-6"/>
          <w:w w:val="114"/>
        </w:rPr>
      </w:pPr>
    </w:p>
    <w:p w:rsidR="009F140C" w:rsidRPr="004D6A3E" w:rsidRDefault="009F140C" w:rsidP="00172C8C">
      <w:pPr>
        <w:ind w:left="360"/>
        <w:rPr>
          <w:b/>
          <w:bCs/>
          <w:spacing w:val="-6"/>
          <w:w w:val="114"/>
        </w:rPr>
      </w:pPr>
      <w:r>
        <w:rPr>
          <w:b/>
          <w:bCs/>
          <w:spacing w:val="-6"/>
          <w:w w:val="114"/>
        </w:rPr>
        <w:t>5</w:t>
      </w:r>
      <w:r w:rsidRPr="004D6A3E">
        <w:rPr>
          <w:b/>
          <w:bCs/>
          <w:spacing w:val="-6"/>
          <w:w w:val="114"/>
        </w:rPr>
        <w:t>. Фотокопирни машини и оборудване за печат</w:t>
      </w:r>
    </w:p>
    <w:p w:rsidR="009F140C" w:rsidRPr="004D6A3E" w:rsidRDefault="009F140C" w:rsidP="00172C8C">
      <w:pPr>
        <w:rPr>
          <w:b/>
          <w:bCs/>
          <w:spacing w:val="-6"/>
          <w:w w:val="114"/>
        </w:rPr>
      </w:pPr>
    </w:p>
    <w:tbl>
      <w:tblPr>
        <w:tblW w:w="9229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5"/>
        <w:gridCol w:w="943"/>
        <w:gridCol w:w="6145"/>
        <w:gridCol w:w="2126"/>
      </w:tblGrid>
      <w:tr w:rsidR="009F140C" w:rsidRPr="005C4C34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EB3480">
            <w:r w:rsidRPr="005C4C34">
              <w:rPr>
                <w:spacing w:val="-6"/>
                <w:w w:val="114"/>
              </w:rPr>
              <w:t>Фотокопирни машина</w:t>
            </w:r>
            <w:r>
              <w:rPr>
                <w:spacing w:val="-6"/>
                <w:w w:val="114"/>
              </w:rPr>
              <w:t xml:space="preserve"> -</w:t>
            </w:r>
            <w:r w:rsidRPr="005C4C34">
              <w:rPr>
                <w:spacing w:val="-6"/>
                <w:w w:val="114"/>
              </w:rPr>
              <w:t xml:space="preserve"> </w:t>
            </w:r>
            <w:r w:rsidRPr="005C4C34">
              <w:t xml:space="preserve">ФКМ1                             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EB3480">
            <w:pPr>
              <w:jc w:val="right"/>
            </w:pPr>
            <w:r w:rsidRPr="005C4C34">
              <w:t>1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40"/>
        </w:trPr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2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DC2D9F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6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t>ФКМ1</w:t>
            </w:r>
          </w:p>
        </w:tc>
        <w:tc>
          <w:tcPr>
            <w:tcW w:w="8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ED3CAE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shd w:val="clear" w:color="auto" w:fill="F4F4F4"/>
              </w:rPr>
              <w:t xml:space="preserve">Формат: А4,A3, Тип на машината: </w:t>
            </w:r>
            <w:r w:rsidRPr="005C4C34">
              <w:rPr>
                <w:sz w:val="20"/>
                <w:szCs w:val="20"/>
                <w:shd w:val="clear" w:color="auto" w:fill="FFFFFF"/>
              </w:rPr>
              <w:t xml:space="preserve">Лазерно многофункционално устройство за монохромен печат., </w:t>
            </w:r>
            <w:r w:rsidRPr="005C4C34">
              <w:rPr>
                <w:sz w:val="20"/>
                <w:szCs w:val="20"/>
                <w:shd w:val="clear" w:color="auto" w:fill="EAEAEA"/>
              </w:rPr>
              <w:t xml:space="preserve">Скорост на печат: 20 стр./мин., Interface: USB, </w:t>
            </w:r>
            <w:r w:rsidRPr="005C4C34">
              <w:rPr>
                <w:sz w:val="22"/>
                <w:szCs w:val="22"/>
                <w:shd w:val="clear" w:color="auto" w:fill="FBFBFB"/>
              </w:rPr>
              <w:t>Ethernet връзка (100Base-TX/10Base-T)</w:t>
            </w:r>
          </w:p>
        </w:tc>
      </w:tr>
    </w:tbl>
    <w:p w:rsidR="009F140C" w:rsidRPr="004D6A3E" w:rsidRDefault="009F140C" w:rsidP="00172C8C">
      <w:pPr>
        <w:ind w:firstLine="720"/>
        <w:rPr>
          <w:b/>
          <w:bCs/>
        </w:rPr>
      </w:pPr>
    </w:p>
    <w:p w:rsidR="009F140C" w:rsidRPr="004D6A3E" w:rsidRDefault="009F140C" w:rsidP="00172C8C">
      <w:pPr>
        <w:ind w:firstLine="390"/>
        <w:rPr>
          <w:b/>
          <w:bCs/>
          <w:spacing w:val="-6"/>
          <w:w w:val="114"/>
        </w:rPr>
      </w:pPr>
    </w:p>
    <w:p w:rsidR="009F140C" w:rsidRPr="004D6A3E" w:rsidRDefault="009F140C" w:rsidP="00172C8C">
      <w:pPr>
        <w:ind w:firstLine="390"/>
        <w:rPr>
          <w:b/>
          <w:bCs/>
          <w:spacing w:val="-6"/>
          <w:w w:val="114"/>
        </w:rPr>
      </w:pPr>
      <w:r>
        <w:rPr>
          <w:b/>
          <w:bCs/>
          <w:spacing w:val="-6"/>
          <w:w w:val="114"/>
        </w:rPr>
        <w:t>6</w:t>
      </w:r>
      <w:r w:rsidRPr="004D6A3E">
        <w:rPr>
          <w:b/>
          <w:bCs/>
          <w:spacing w:val="-6"/>
          <w:w w:val="114"/>
        </w:rPr>
        <w:t>. Сървъри</w:t>
      </w:r>
    </w:p>
    <w:p w:rsidR="009F140C" w:rsidRPr="005C4C34" w:rsidRDefault="009F140C" w:rsidP="00172C8C">
      <w:pPr>
        <w:rPr>
          <w:spacing w:val="-6"/>
          <w:w w:val="114"/>
        </w:rPr>
      </w:pPr>
    </w:p>
    <w:tbl>
      <w:tblPr>
        <w:tblW w:w="9229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5"/>
        <w:gridCol w:w="670"/>
        <w:gridCol w:w="6418"/>
        <w:gridCol w:w="2126"/>
      </w:tblGrid>
      <w:tr w:rsidR="009F140C" w:rsidRPr="005C4C34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602046">
            <w:r w:rsidRPr="005C4C34">
              <w:t xml:space="preserve">Сървър S1                             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602046">
            <w:pPr>
              <w:jc w:val="right"/>
            </w:pPr>
            <w:r w:rsidRPr="005C4C34">
              <w:t>3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23"/>
        </w:trPr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5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DC2D9F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7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t>S1</w:t>
            </w:r>
          </w:p>
        </w:tc>
        <w:tc>
          <w:tcPr>
            <w:tcW w:w="8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B86929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shd w:val="clear" w:color="auto" w:fill="F5F5F5"/>
              </w:rPr>
              <w:t xml:space="preserve">Процесор: </w:t>
            </w:r>
            <w:r>
              <w:rPr>
                <w:sz w:val="20"/>
                <w:szCs w:val="20"/>
                <w:shd w:val="clear" w:color="auto" w:fill="F5F5F5"/>
              </w:rPr>
              <w:t xml:space="preserve">4-core/8MB/ </w:t>
            </w:r>
            <w:r w:rsidRPr="005C4C34">
              <w:rPr>
                <w:sz w:val="20"/>
                <w:szCs w:val="20"/>
                <w:shd w:val="clear" w:color="auto" w:fill="F5F5F5"/>
              </w:rPr>
              <w:t xml:space="preserve">, </w:t>
            </w:r>
            <w:r w:rsidRPr="005C4C34">
              <w:rPr>
                <w:sz w:val="20"/>
                <w:szCs w:val="20"/>
                <w:shd w:val="clear" w:color="auto" w:fill="FFFFFF"/>
              </w:rPr>
              <w:t xml:space="preserve">Памет: 4Gb PC3L-10600E DDR3 UDIMM, </w:t>
            </w:r>
            <w:r w:rsidRPr="005C4C34">
              <w:rPr>
                <w:sz w:val="20"/>
                <w:szCs w:val="20"/>
                <w:shd w:val="clear" w:color="auto" w:fill="F5F5F5"/>
              </w:rPr>
              <w:t>Твърд диск: 2 x  1TB,</w:t>
            </w:r>
            <w:r w:rsidRPr="005C4C34">
              <w:rPr>
                <w:sz w:val="20"/>
                <w:szCs w:val="20"/>
                <w:shd w:val="clear" w:color="auto" w:fill="FFFFFF"/>
              </w:rPr>
              <w:t xml:space="preserve"> , Мрежов контролер: 2 x Ethernet 1Gb  Adapter, </w:t>
            </w:r>
            <w:r w:rsidRPr="005C4C34">
              <w:rPr>
                <w:sz w:val="20"/>
                <w:szCs w:val="20"/>
                <w:shd w:val="clear" w:color="auto" w:fill="F5F5F5"/>
              </w:rPr>
              <w:t xml:space="preserve">Оптично устройство: SATA DVD RW, </w:t>
            </w:r>
            <w:r w:rsidRPr="005C4C34">
              <w:rPr>
                <w:sz w:val="20"/>
                <w:szCs w:val="20"/>
              </w:rPr>
              <w:t>Захранване</w:t>
            </w:r>
            <w:r w:rsidRPr="005C4C34">
              <w:rPr>
                <w:sz w:val="20"/>
                <w:szCs w:val="20"/>
                <w:shd w:val="clear" w:color="auto" w:fill="F5F5F5"/>
              </w:rPr>
              <w:t>:  350W Multi-Output Power Supply</w:t>
            </w:r>
            <w:r w:rsidRPr="005C4C34">
              <w:t xml:space="preserve">                                  </w:t>
            </w:r>
          </w:p>
        </w:tc>
      </w:tr>
      <w:tr w:rsidR="009F140C" w:rsidRPr="005C4C34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3277F4">
            <w:r w:rsidRPr="005C4C34">
              <w:rPr>
                <w:sz w:val="22"/>
                <w:szCs w:val="22"/>
              </w:rPr>
              <w:t>Непрекъсваемите токозахранващи устойства</w:t>
            </w:r>
            <w:r w:rsidRPr="005C4C34">
              <w:t xml:space="preserve"> UPS                             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EB3480">
            <w:pPr>
              <w:jc w:val="right"/>
            </w:pPr>
            <w:r w:rsidRPr="005C4C34">
              <w:t>2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23"/>
        </w:trPr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85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7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t>UPS</w:t>
            </w:r>
          </w:p>
        </w:tc>
        <w:tc>
          <w:tcPr>
            <w:tcW w:w="8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CD2039" w:rsidRDefault="009F140C" w:rsidP="00602046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5C4C34">
              <w:rPr>
                <w:sz w:val="20"/>
                <w:szCs w:val="20"/>
                <w:lang w:eastAsia="zh-TW"/>
              </w:rPr>
              <w:t xml:space="preserve">Технология: </w:t>
            </w:r>
            <w:r>
              <w:rPr>
                <w:sz w:val="20"/>
                <w:szCs w:val="20"/>
                <w:shd w:val="clear" w:color="auto" w:fill="FFFFFF"/>
                <w:lang w:val="en-US"/>
              </w:rPr>
              <w:t>Online</w:t>
            </w:r>
            <w:r w:rsidRPr="005C4C34">
              <w:rPr>
                <w:sz w:val="20"/>
                <w:szCs w:val="20"/>
                <w:shd w:val="clear" w:color="auto" w:fill="FFFFFF"/>
              </w:rPr>
              <w:t xml:space="preserve"> UPS с двойно преобразуване </w:t>
            </w:r>
          </w:p>
          <w:p w:rsidR="009F140C" w:rsidRPr="005C4C34" w:rsidRDefault="009F140C" w:rsidP="00ED3CAE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shd w:val="clear" w:color="auto" w:fill="F8F8F8"/>
              </w:rPr>
              <w:t>Мощност: 700VA</w:t>
            </w:r>
            <w:r w:rsidRPr="005C4C34">
              <w:t xml:space="preserve">                                  </w:t>
            </w:r>
          </w:p>
        </w:tc>
      </w:tr>
    </w:tbl>
    <w:p w:rsidR="009F140C" w:rsidRPr="004D6A3E" w:rsidRDefault="009F140C" w:rsidP="00172C8C">
      <w:pPr>
        <w:ind w:left="360"/>
        <w:rPr>
          <w:b/>
          <w:bCs/>
          <w:spacing w:val="-6"/>
          <w:w w:val="114"/>
        </w:rPr>
      </w:pPr>
    </w:p>
    <w:p w:rsidR="009F140C" w:rsidRPr="004D6A3E" w:rsidRDefault="009F140C" w:rsidP="00172C8C">
      <w:pPr>
        <w:ind w:left="360"/>
        <w:rPr>
          <w:b/>
          <w:bCs/>
          <w:spacing w:val="-6"/>
          <w:w w:val="114"/>
        </w:rPr>
      </w:pPr>
    </w:p>
    <w:p w:rsidR="009F140C" w:rsidRPr="004D6A3E" w:rsidRDefault="009F140C" w:rsidP="00172C8C">
      <w:pPr>
        <w:ind w:left="360"/>
        <w:rPr>
          <w:b/>
          <w:bCs/>
          <w:spacing w:val="-6"/>
          <w:w w:val="114"/>
        </w:rPr>
      </w:pPr>
      <w:r>
        <w:rPr>
          <w:b/>
          <w:bCs/>
          <w:spacing w:val="-6"/>
          <w:w w:val="114"/>
        </w:rPr>
        <w:t>7</w:t>
      </w:r>
      <w:r w:rsidRPr="004D6A3E">
        <w:rPr>
          <w:b/>
          <w:bCs/>
          <w:spacing w:val="-6"/>
          <w:w w:val="114"/>
        </w:rPr>
        <w:t>. Мрежово оборудване</w:t>
      </w:r>
    </w:p>
    <w:p w:rsidR="009F140C" w:rsidRDefault="009F140C" w:rsidP="00172C8C">
      <w:pPr>
        <w:ind w:firstLine="720"/>
      </w:pPr>
    </w:p>
    <w:p w:rsidR="009F140C" w:rsidRPr="005C4C34" w:rsidRDefault="009F140C" w:rsidP="00172C8C">
      <w:pPr>
        <w:ind w:firstLine="720"/>
      </w:pPr>
    </w:p>
    <w:tbl>
      <w:tblPr>
        <w:tblW w:w="9229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5"/>
        <w:gridCol w:w="1276"/>
        <w:gridCol w:w="5812"/>
        <w:gridCol w:w="2126"/>
      </w:tblGrid>
      <w:tr w:rsidR="009F140C" w:rsidRPr="005C4C34">
        <w:trPr>
          <w:trHeight w:val="319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EB3480">
            <w:r w:rsidRPr="005C4C34">
              <w:rPr>
                <w:spacing w:val="-6"/>
                <w:w w:val="114"/>
              </w:rPr>
              <w:t>Мрежово оборудване</w:t>
            </w:r>
            <w:r w:rsidRPr="005C4C34">
              <w:t xml:space="preserve"> ЛАН 1                             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EB3480">
            <w:pPr>
              <w:jc w:val="right"/>
            </w:pPr>
            <w:r w:rsidRPr="005C4C34">
              <w:t>3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4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DC2D9F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6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t>ЛАН 1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 xml:space="preserve">SWITCH </w:t>
            </w:r>
          </w:p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 xml:space="preserve">Портове: </w:t>
            </w:r>
            <w:r w:rsidRPr="005C4C34">
              <w:rPr>
                <w:sz w:val="20"/>
                <w:szCs w:val="20"/>
                <w:shd w:val="clear" w:color="auto" w:fill="FFFFFF"/>
              </w:rPr>
              <w:t>24 х 10/100 Mbps ports</w:t>
            </w:r>
            <w:r w:rsidRPr="005C4C34">
              <w:rPr>
                <w:sz w:val="20"/>
                <w:szCs w:val="20"/>
              </w:rPr>
              <w:t xml:space="preserve">    </w:t>
            </w:r>
          </w:p>
          <w:p w:rsidR="009F140C" w:rsidRPr="005C4C34" w:rsidRDefault="009F140C" w:rsidP="00602046">
            <w:r w:rsidRPr="005C4C34">
              <w:rPr>
                <w:sz w:val="20"/>
                <w:szCs w:val="20"/>
              </w:rPr>
              <w:t>Подържана технология:  Broadcast storm control</w:t>
            </w:r>
          </w:p>
        </w:tc>
      </w:tr>
    </w:tbl>
    <w:p w:rsidR="009F140C" w:rsidRPr="00CD2039" w:rsidRDefault="009F140C" w:rsidP="00001B2E">
      <w:pPr>
        <w:ind w:left="360"/>
        <w:rPr>
          <w:b/>
          <w:bCs/>
          <w:spacing w:val="-6"/>
          <w:w w:val="114"/>
        </w:rPr>
      </w:pPr>
    </w:p>
    <w:p w:rsidR="009F140C" w:rsidRDefault="009F140C" w:rsidP="00001B2E">
      <w:pPr>
        <w:ind w:left="360"/>
        <w:rPr>
          <w:b/>
          <w:bCs/>
          <w:spacing w:val="-6"/>
          <w:w w:val="114"/>
        </w:rPr>
      </w:pPr>
    </w:p>
    <w:p w:rsidR="009F140C" w:rsidRPr="004D6A3E" w:rsidRDefault="009F140C" w:rsidP="00001B2E">
      <w:pPr>
        <w:ind w:left="360"/>
        <w:rPr>
          <w:b/>
          <w:bCs/>
          <w:spacing w:val="-6"/>
          <w:w w:val="114"/>
        </w:rPr>
      </w:pPr>
      <w:r>
        <w:rPr>
          <w:b/>
          <w:bCs/>
          <w:spacing w:val="-6"/>
          <w:w w:val="114"/>
        </w:rPr>
        <w:t>8</w:t>
      </w:r>
      <w:r w:rsidRPr="004D6A3E">
        <w:rPr>
          <w:b/>
          <w:bCs/>
          <w:spacing w:val="-6"/>
          <w:w w:val="114"/>
        </w:rPr>
        <w:t>. Фотоапарати</w:t>
      </w:r>
    </w:p>
    <w:p w:rsidR="009F140C" w:rsidRPr="004D6A3E" w:rsidRDefault="009F140C" w:rsidP="00001B2E">
      <w:pPr>
        <w:ind w:firstLine="720"/>
        <w:rPr>
          <w:b/>
          <w:bCs/>
        </w:rPr>
      </w:pPr>
    </w:p>
    <w:tbl>
      <w:tblPr>
        <w:tblW w:w="9214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276"/>
        <w:gridCol w:w="5812"/>
        <w:gridCol w:w="2126"/>
      </w:tblGrid>
      <w:tr w:rsidR="009F140C" w:rsidRPr="005C4C34">
        <w:trPr>
          <w:trHeight w:val="319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5C4C34" w:rsidRDefault="009F140C" w:rsidP="00B978A1">
            <w:r w:rsidRPr="005C4C34">
              <w:t xml:space="preserve">Цифров фотоапарат - ФОТО 1                             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5C4C34" w:rsidRDefault="009F140C" w:rsidP="00602046">
            <w:pPr>
              <w:jc w:val="right"/>
            </w:pPr>
            <w:r w:rsidRPr="005C4C34">
              <w:t>2 броя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296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</w:rPr>
              <w:t>Тип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DC2D9F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5C4C34">
        <w:tblPrEx>
          <w:tblCellMar>
            <w:left w:w="108" w:type="dxa"/>
            <w:right w:w="108" w:type="dxa"/>
          </w:tblCellMar>
          <w:tblLook w:val="00A0"/>
        </w:tblPrEx>
        <w:trPr>
          <w:trHeight w:val="6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t>ФОТО 1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5C4C34" w:rsidRDefault="009F140C" w:rsidP="00602046">
            <w:pPr>
              <w:rPr>
                <w:sz w:val="20"/>
                <w:szCs w:val="20"/>
              </w:rPr>
            </w:pPr>
            <w:r w:rsidRPr="005C4C34">
              <w:rPr>
                <w:sz w:val="20"/>
                <w:szCs w:val="20"/>
                <w:shd w:val="clear" w:color="auto" w:fill="FFFFFF"/>
              </w:rPr>
              <w:t xml:space="preserve">Цифров Фотоапарат, 5 Mегепиксела, 5x Оптично Увеличение, </w:t>
            </w:r>
            <w:r w:rsidRPr="005C4C3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5C4C34">
              <w:rPr>
                <w:sz w:val="20"/>
                <w:szCs w:val="20"/>
                <w:shd w:val="clear" w:color="auto" w:fill="FFFFFF"/>
              </w:rPr>
              <w:t>Вградена Светкавица, Цифрова Стабилизация, Слот За Sd/Sdhc Карти, Батерии: Стандартни Алкални Ааа</w:t>
            </w:r>
          </w:p>
        </w:tc>
      </w:tr>
    </w:tbl>
    <w:p w:rsidR="009F140C" w:rsidRPr="004D6A3E" w:rsidRDefault="009F140C" w:rsidP="00172C8C">
      <w:pPr>
        <w:ind w:left="360"/>
        <w:rPr>
          <w:b/>
          <w:bCs/>
          <w:spacing w:val="-6"/>
          <w:w w:val="114"/>
        </w:rPr>
      </w:pPr>
    </w:p>
    <w:p w:rsidR="009F140C" w:rsidRDefault="009F140C" w:rsidP="004428C8">
      <w:pPr>
        <w:jc w:val="both"/>
        <w:rPr>
          <w:b/>
          <w:bCs/>
        </w:rPr>
      </w:pPr>
      <w:r w:rsidRPr="00155652">
        <w:rPr>
          <w:b/>
          <w:bCs/>
        </w:rPr>
        <w:t>Гаранционните срокове на всяка отделна техника от оборудването следва да бъде минимум 24 (двадесет и четири) месеца.</w:t>
      </w:r>
    </w:p>
    <w:p w:rsidR="009F140C" w:rsidRPr="00494AD4" w:rsidRDefault="009F140C" w:rsidP="00DE260B">
      <w:pPr>
        <w:jc w:val="both"/>
        <w:rPr>
          <w:b/>
          <w:bCs/>
          <w:i/>
          <w:iCs/>
        </w:rPr>
      </w:pPr>
      <w:r w:rsidRPr="00494AD4">
        <w:rPr>
          <w:b/>
          <w:bCs/>
          <w:i/>
          <w:iCs/>
        </w:rPr>
        <w:t xml:space="preserve">ВАЖНО: </w:t>
      </w:r>
      <w:r>
        <w:rPr>
          <w:b/>
          <w:bCs/>
          <w:i/>
          <w:iCs/>
        </w:rPr>
        <w:t>Предлаганата цена за всеки един артикул</w:t>
      </w:r>
      <w:r w:rsidRPr="00494AD4">
        <w:rPr>
          <w:b/>
          <w:bCs/>
          <w:i/>
          <w:iCs/>
        </w:rPr>
        <w:t xml:space="preserve"> не трябва да надхвърля 800.00 лв / осемстотин лева / без ДДС.</w:t>
      </w:r>
    </w:p>
    <w:p w:rsidR="009F140C" w:rsidRPr="00494AD4" w:rsidRDefault="009F140C" w:rsidP="00DE260B">
      <w:pPr>
        <w:jc w:val="both"/>
        <w:rPr>
          <w:b/>
          <w:bCs/>
          <w:i/>
          <w:iCs/>
        </w:rPr>
      </w:pPr>
      <w:r w:rsidRPr="00494AD4">
        <w:rPr>
          <w:b/>
          <w:bCs/>
          <w:i/>
          <w:iCs/>
        </w:rPr>
        <w:t xml:space="preserve">Изключение прави единствено позиция от т. 5 </w:t>
      </w:r>
      <w:r w:rsidRPr="00494AD4">
        <w:rPr>
          <w:b/>
          <w:bCs/>
          <w:i/>
          <w:iCs/>
          <w:spacing w:val="-6"/>
          <w:w w:val="114"/>
        </w:rPr>
        <w:t xml:space="preserve">Фотокопирни машина - </w:t>
      </w:r>
      <w:r w:rsidRPr="00494AD4">
        <w:rPr>
          <w:b/>
          <w:bCs/>
          <w:i/>
          <w:iCs/>
        </w:rPr>
        <w:t>ФКМ1.</w:t>
      </w:r>
    </w:p>
    <w:p w:rsidR="009F140C" w:rsidRPr="00DE260B" w:rsidRDefault="009F140C" w:rsidP="004428C8">
      <w:pPr>
        <w:jc w:val="both"/>
        <w:rPr>
          <w:b/>
          <w:bCs/>
        </w:rPr>
      </w:pPr>
    </w:p>
    <w:p w:rsidR="009F140C" w:rsidRPr="004D6A3E" w:rsidRDefault="009F140C" w:rsidP="00172C8C">
      <w:pPr>
        <w:ind w:left="360"/>
        <w:rPr>
          <w:b/>
          <w:bCs/>
          <w:spacing w:val="-6"/>
          <w:w w:val="114"/>
        </w:rPr>
      </w:pPr>
    </w:p>
    <w:p w:rsidR="009F140C" w:rsidRDefault="009F140C" w:rsidP="003D4FBB">
      <w:pPr>
        <w:ind w:firstLine="142"/>
        <w:rPr>
          <w:b/>
          <w:bCs/>
          <w:spacing w:val="-6"/>
          <w:w w:val="114"/>
          <w:sz w:val="32"/>
          <w:szCs w:val="32"/>
        </w:rPr>
      </w:pPr>
      <w:r>
        <w:rPr>
          <w:b/>
          <w:bCs/>
          <w:spacing w:val="-6"/>
          <w:w w:val="114"/>
          <w:sz w:val="32"/>
          <w:szCs w:val="32"/>
          <w:lang w:val="en-US"/>
        </w:rPr>
        <w:t>II</w:t>
      </w:r>
      <w:r w:rsidRPr="00CD2039">
        <w:rPr>
          <w:b/>
          <w:bCs/>
          <w:spacing w:val="-6"/>
          <w:w w:val="114"/>
          <w:sz w:val="32"/>
          <w:szCs w:val="32"/>
          <w:lang w:val="ru-RU"/>
        </w:rPr>
        <w:t xml:space="preserve">. </w:t>
      </w:r>
      <w:r w:rsidRPr="003D4FBB">
        <w:rPr>
          <w:b/>
          <w:bCs/>
          <w:spacing w:val="-6"/>
          <w:w w:val="114"/>
          <w:sz w:val="32"/>
          <w:szCs w:val="32"/>
        </w:rPr>
        <w:t>Доставка на компютърна техника и оборудване за нуждите на център за обществена подкрепа</w:t>
      </w:r>
      <w:r w:rsidRPr="00CD2039">
        <w:rPr>
          <w:b/>
          <w:bCs/>
          <w:spacing w:val="-6"/>
          <w:w w:val="114"/>
          <w:sz w:val="32"/>
          <w:szCs w:val="32"/>
          <w:lang w:val="ru-RU"/>
        </w:rPr>
        <w:t xml:space="preserve">. </w:t>
      </w:r>
    </w:p>
    <w:p w:rsidR="009F140C" w:rsidRPr="005C4C34" w:rsidRDefault="009F140C" w:rsidP="003D4FBB">
      <w:pPr>
        <w:ind w:firstLine="142"/>
        <w:rPr>
          <w:b/>
          <w:bCs/>
          <w:spacing w:val="-6"/>
          <w:w w:val="114"/>
          <w:sz w:val="32"/>
          <w:szCs w:val="32"/>
        </w:rPr>
      </w:pPr>
    </w:p>
    <w:p w:rsidR="009F140C" w:rsidRPr="004D6A3E" w:rsidRDefault="009F140C" w:rsidP="00E53527">
      <w:pPr>
        <w:jc w:val="center"/>
      </w:pPr>
    </w:p>
    <w:tbl>
      <w:tblPr>
        <w:tblW w:w="9214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276"/>
        <w:gridCol w:w="5812"/>
        <w:gridCol w:w="2126"/>
      </w:tblGrid>
      <w:tr w:rsidR="009F140C" w:rsidRPr="00295BA0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295BA0" w:rsidRDefault="009F140C" w:rsidP="00602046">
            <w:r w:rsidRPr="00295BA0">
              <w:t>МУЛТИМЕДИЕН ПРОЕКТОР - ММ1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295BA0" w:rsidRDefault="009F140C" w:rsidP="00602046">
            <w:pPr>
              <w:jc w:val="right"/>
            </w:pPr>
            <w:r w:rsidRPr="00295BA0">
              <w:t>1 броя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296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6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t>MM1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295BA0" w:rsidRDefault="009F140C" w:rsidP="002779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Разделителна способност (1024х768), Контраст: 10000:1,</w:t>
            </w:r>
          </w:p>
          <w:p w:rsidR="009F140C" w:rsidRPr="00295BA0" w:rsidRDefault="009F140C" w:rsidP="002779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VGA, HDMI, Аспект изображение :4:3 native</w:t>
            </w:r>
          </w:p>
          <w:p w:rsidR="009F140C" w:rsidRPr="00295BA0" w:rsidRDefault="009F140C" w:rsidP="002779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Видео сигнал: NTSC, PAL, SECAM</w:t>
            </w:r>
          </w:p>
          <w:p w:rsidR="009F140C" w:rsidRPr="00295BA0" w:rsidRDefault="009F140C" w:rsidP="002779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Интерфейс:  Video In: 1 x RCA, 1 x S-Video, 1 x Компоненти (D-Sub,)</w:t>
            </w:r>
            <w:r w:rsidRPr="00295BA0">
              <w:rPr>
                <w:sz w:val="20"/>
                <w:szCs w:val="20"/>
              </w:rPr>
              <w:br w:type="textWrapping" w:clear="all"/>
              <w:t>Computer in: 1 x D-sub 15-пин (RGB), 1 x USB</w:t>
            </w:r>
            <w:r w:rsidRPr="00295BA0">
              <w:rPr>
                <w:rStyle w:val="apple-converted-space"/>
                <w:sz w:val="20"/>
                <w:szCs w:val="20"/>
              </w:rPr>
              <w:t> </w:t>
            </w:r>
          </w:p>
          <w:p w:rsidR="009F140C" w:rsidRPr="00295BA0" w:rsidRDefault="009F140C" w:rsidP="00602046">
            <w:pPr>
              <w:rPr>
                <w:sz w:val="20"/>
                <w:szCs w:val="20"/>
              </w:rPr>
            </w:pPr>
          </w:p>
        </w:tc>
      </w:tr>
      <w:tr w:rsidR="009F140C" w:rsidRPr="00295BA0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295BA0" w:rsidRDefault="009F140C" w:rsidP="00602046">
            <w:r w:rsidRPr="00295BA0">
              <w:t xml:space="preserve"> ЕКРАН ЗА МУЛТИМЕДИЯ</w:t>
            </w:r>
            <w:r>
              <w:t xml:space="preserve"> – ЕКР1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295BA0" w:rsidRDefault="009F140C" w:rsidP="00602046">
            <w:pPr>
              <w:jc w:val="right"/>
            </w:pPr>
            <w:r w:rsidRPr="00295BA0">
              <w:t>1 броя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296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6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t>ЕКР</w:t>
            </w:r>
            <w:r>
              <w:t>1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295BA0" w:rsidRDefault="009F140C" w:rsidP="00277946">
            <w:pPr>
              <w:rPr>
                <w:sz w:val="20"/>
                <w:szCs w:val="20"/>
                <w:lang w:eastAsia="zh-TW"/>
              </w:rPr>
            </w:pPr>
            <w:r w:rsidRPr="00295BA0">
              <w:t>Екран за мултимедия</w:t>
            </w:r>
          </w:p>
          <w:p w:rsidR="009F140C" w:rsidRPr="00295BA0" w:rsidRDefault="009F140C" w:rsidP="00277946">
            <w:pPr>
              <w:keepNext/>
              <w:ind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shd w:val="clear" w:color="auto" w:fill="FFFFFF"/>
              </w:rPr>
              <w:t>Диагонал: 85" (215.9 cm), Размери: 152.4 х 152.4, Формат: 1:1, Цвят: White</w:t>
            </w:r>
          </w:p>
          <w:p w:rsidR="009F140C" w:rsidRPr="00295BA0" w:rsidRDefault="009F140C" w:rsidP="00602046">
            <w:pPr>
              <w:rPr>
                <w:sz w:val="20"/>
                <w:szCs w:val="20"/>
              </w:rPr>
            </w:pPr>
          </w:p>
        </w:tc>
      </w:tr>
      <w:tr w:rsidR="009F140C" w:rsidRPr="00295BA0">
        <w:trPr>
          <w:trHeight w:val="25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295BA0" w:rsidRDefault="009F140C" w:rsidP="00602046">
            <w:r>
              <w:t>МОБИЛЕН КОМПЮТЪР ТИП – МК2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295BA0" w:rsidRDefault="009F140C" w:rsidP="00602046">
            <w:pPr>
              <w:jc w:val="right"/>
            </w:pPr>
            <w:r w:rsidRPr="00295BA0">
              <w:t>1 броя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296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trHeight w:val="6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>
              <w:t>MК2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295BA0" w:rsidRDefault="009F140C" w:rsidP="00277946">
            <w:pPr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295BA0">
              <w:rPr>
                <w:rFonts w:ascii="Arial" w:hAnsi="Arial" w:cs="Arial"/>
                <w:sz w:val="20"/>
                <w:szCs w:val="20"/>
                <w:lang w:eastAsia="zh-TW"/>
              </w:rPr>
              <w:t>Преносими компютри.</w:t>
            </w:r>
          </w:p>
          <w:p w:rsidR="009F140C" w:rsidRPr="00295BA0" w:rsidRDefault="009F140C" w:rsidP="002779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 xml:space="preserve"> </w:t>
            </w:r>
            <w:r w:rsidRPr="00295BA0">
              <w:rPr>
                <w:sz w:val="20"/>
                <w:szCs w:val="20"/>
              </w:rPr>
              <w:t xml:space="preserve">Процесор: </w:t>
            </w:r>
            <w:r w:rsidRPr="00295BA0">
              <w:rPr>
                <w:sz w:val="20"/>
                <w:szCs w:val="20"/>
                <w:shd w:val="clear" w:color="auto" w:fill="F5F5F5"/>
              </w:rPr>
              <w:t>Core 2 Processor</w:t>
            </w:r>
            <w:r w:rsidRPr="00295BA0">
              <w:rPr>
                <w:rFonts w:ascii="Verdana" w:hAnsi="Verdana" w:cs="Verdana"/>
                <w:sz w:val="20"/>
                <w:szCs w:val="20"/>
                <w:shd w:val="clear" w:color="auto" w:fill="F5F5F5"/>
              </w:rPr>
              <w:t xml:space="preserve"> </w:t>
            </w:r>
            <w:r w:rsidRPr="00295BA0">
              <w:rPr>
                <w:sz w:val="20"/>
                <w:szCs w:val="20"/>
              </w:rPr>
              <w:t xml:space="preserve">, Памет 4GB DDR3, Твърд диск: 500 GB SATA </w:t>
            </w:r>
          </w:p>
          <w:p w:rsidR="009F140C" w:rsidRPr="00295BA0" w:rsidRDefault="009F140C" w:rsidP="00277946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Оптично устройство:</w:t>
            </w:r>
            <w:r w:rsidRPr="00295BA0">
              <w:rPr>
                <w:sz w:val="20"/>
                <w:szCs w:val="20"/>
              </w:rPr>
              <w:tab/>
              <w:t xml:space="preserve">DVDRW, </w:t>
            </w:r>
            <w:r w:rsidRPr="00295BA0">
              <w:t xml:space="preserve">Видео контролер със собствена памет, </w:t>
            </w:r>
            <w:r w:rsidRPr="00295BA0">
              <w:rPr>
                <w:sz w:val="20"/>
                <w:szCs w:val="20"/>
              </w:rPr>
              <w:t xml:space="preserve">Размер на екрана </w:t>
            </w:r>
            <w:r w:rsidRPr="00295BA0">
              <w:rPr>
                <w:rStyle w:val="Emphasis"/>
                <w:i w:val="0"/>
                <w:iCs w:val="0"/>
                <w:sz w:val="20"/>
                <w:szCs w:val="20"/>
                <w:shd w:val="clear" w:color="auto" w:fill="FFFFFF"/>
              </w:rPr>
              <w:t>15.6</w:t>
            </w:r>
            <w:r w:rsidRPr="00295BA0">
              <w:rPr>
                <w:sz w:val="20"/>
                <w:szCs w:val="20"/>
                <w:shd w:val="clear" w:color="auto" w:fill="FFFFFF"/>
              </w:rPr>
              <w:t>-inch</w:t>
            </w:r>
            <w:r w:rsidRPr="00295BA0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95BA0">
              <w:rPr>
                <w:rStyle w:val="Emphasis"/>
                <w:i w:val="0"/>
                <w:iCs w:val="0"/>
                <w:sz w:val="20"/>
                <w:szCs w:val="20"/>
                <w:shd w:val="clear" w:color="auto" w:fill="FFFFFF"/>
              </w:rPr>
              <w:t>HD</w:t>
            </w:r>
            <w:r w:rsidRPr="00295BA0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95BA0">
              <w:rPr>
                <w:sz w:val="20"/>
                <w:szCs w:val="20"/>
                <w:shd w:val="clear" w:color="auto" w:fill="FFFFFF"/>
              </w:rPr>
              <w:t xml:space="preserve">(1366x768), </w:t>
            </w:r>
            <w:r w:rsidRPr="00295BA0">
              <w:rPr>
                <w:sz w:val="20"/>
                <w:szCs w:val="20"/>
              </w:rPr>
              <w:t xml:space="preserve">Мрежа: Ethernet LAN , WiFi /b/g/n, Мишка: Optical Mouse, Чанта отговаряща на размера </w:t>
            </w:r>
          </w:p>
          <w:p w:rsidR="009F140C" w:rsidRPr="00295BA0" w:rsidRDefault="009F140C" w:rsidP="00602046">
            <w:pPr>
              <w:rPr>
                <w:sz w:val="20"/>
                <w:szCs w:val="20"/>
              </w:rPr>
            </w:pPr>
          </w:p>
        </w:tc>
      </w:tr>
    </w:tbl>
    <w:p w:rsidR="009F140C" w:rsidRDefault="009F140C" w:rsidP="00E53527">
      <w:pPr>
        <w:jc w:val="center"/>
      </w:pPr>
    </w:p>
    <w:p w:rsidR="009F140C" w:rsidRDefault="009F140C" w:rsidP="00DE260B">
      <w:pPr>
        <w:jc w:val="both"/>
        <w:rPr>
          <w:b/>
          <w:bCs/>
        </w:rPr>
      </w:pPr>
      <w:r w:rsidRPr="00155652">
        <w:rPr>
          <w:b/>
          <w:bCs/>
        </w:rPr>
        <w:t>Гаранционните срокове на всяка отделна техника от оборудването следва да бъде минимум 24 (двадесет и четири) месеца.</w:t>
      </w:r>
    </w:p>
    <w:p w:rsidR="009F140C" w:rsidRPr="00494AD4" w:rsidRDefault="009F140C" w:rsidP="0036304E">
      <w:pPr>
        <w:jc w:val="both"/>
        <w:rPr>
          <w:b/>
          <w:bCs/>
          <w:i/>
          <w:iCs/>
        </w:rPr>
      </w:pPr>
      <w:r w:rsidRPr="00494AD4">
        <w:rPr>
          <w:b/>
          <w:bCs/>
          <w:i/>
          <w:iCs/>
        </w:rPr>
        <w:t xml:space="preserve">ВАЖНО: </w:t>
      </w:r>
      <w:r>
        <w:rPr>
          <w:b/>
          <w:bCs/>
          <w:i/>
          <w:iCs/>
        </w:rPr>
        <w:t>Предлаганата цена за всеки един артикул</w:t>
      </w:r>
      <w:r w:rsidRPr="00494AD4">
        <w:rPr>
          <w:b/>
          <w:bCs/>
          <w:i/>
          <w:iCs/>
        </w:rPr>
        <w:t xml:space="preserve"> не трябва да надхвърля 800.00 лв / осемстотин лева / без ДДС.</w:t>
      </w:r>
    </w:p>
    <w:p w:rsidR="009F140C" w:rsidRPr="00CD2039" w:rsidRDefault="009F140C" w:rsidP="00E53527">
      <w:pPr>
        <w:jc w:val="center"/>
      </w:pPr>
    </w:p>
    <w:p w:rsidR="009F140C" w:rsidRPr="00CD2039" w:rsidRDefault="009F140C" w:rsidP="004428C8">
      <w:pPr>
        <w:pStyle w:val="ListParagraph"/>
        <w:numPr>
          <w:ilvl w:val="0"/>
          <w:numId w:val="5"/>
        </w:numPr>
        <w:jc w:val="both"/>
        <w:rPr>
          <w:b/>
          <w:bCs/>
          <w:sz w:val="32"/>
          <w:szCs w:val="32"/>
          <w:lang w:val="ru-RU"/>
        </w:rPr>
      </w:pPr>
      <w:r w:rsidRPr="004428C8">
        <w:rPr>
          <w:b/>
          <w:bCs/>
          <w:spacing w:val="-6"/>
          <w:w w:val="114"/>
          <w:sz w:val="32"/>
          <w:szCs w:val="32"/>
        </w:rPr>
        <w:t xml:space="preserve">Доставка на компютърна техника и оборудване за нуждите на </w:t>
      </w:r>
      <w:r w:rsidRPr="004428C8">
        <w:rPr>
          <w:b/>
          <w:bCs/>
          <w:sz w:val="32"/>
          <w:szCs w:val="32"/>
        </w:rPr>
        <w:t>дневен център за възрастни с увреждания</w:t>
      </w:r>
      <w:r w:rsidRPr="00CD2039">
        <w:rPr>
          <w:b/>
          <w:bCs/>
          <w:sz w:val="32"/>
          <w:szCs w:val="32"/>
          <w:lang w:val="ru-RU"/>
        </w:rPr>
        <w:t>.</w:t>
      </w:r>
    </w:p>
    <w:p w:rsidR="009F140C" w:rsidRPr="00CD2039" w:rsidRDefault="009F140C" w:rsidP="005C4C34">
      <w:pPr>
        <w:pStyle w:val="ListParagraph"/>
        <w:ind w:left="1080"/>
        <w:rPr>
          <w:b/>
          <w:bCs/>
          <w:sz w:val="32"/>
          <w:szCs w:val="32"/>
          <w:lang w:val="ru-RU"/>
        </w:rPr>
      </w:pPr>
    </w:p>
    <w:p w:rsidR="009F140C" w:rsidRPr="004D6A3E" w:rsidRDefault="009F140C" w:rsidP="00E53527">
      <w:pPr>
        <w:jc w:val="center"/>
      </w:pPr>
    </w:p>
    <w:tbl>
      <w:tblPr>
        <w:tblW w:w="9229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5"/>
        <w:gridCol w:w="1276"/>
        <w:gridCol w:w="5812"/>
        <w:gridCol w:w="2126"/>
      </w:tblGrid>
      <w:tr w:rsidR="009F140C" w:rsidRPr="00295BA0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295BA0" w:rsidRDefault="009F140C" w:rsidP="00602046">
            <w:r>
              <w:t>МОБИЛЕН КОМПЮТЪР ТИП – МК3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295BA0" w:rsidRDefault="009F140C" w:rsidP="00602046">
            <w:pPr>
              <w:jc w:val="right"/>
            </w:pPr>
            <w:r w:rsidRPr="00295BA0">
              <w:t>1 броя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96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6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>
              <w:t>МК3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295BA0" w:rsidRDefault="009F140C" w:rsidP="00602046">
            <w:pPr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295BA0">
              <w:rPr>
                <w:rFonts w:ascii="Arial" w:hAnsi="Arial" w:cs="Arial"/>
                <w:sz w:val="20"/>
                <w:szCs w:val="20"/>
                <w:lang w:eastAsia="zh-TW"/>
              </w:rPr>
              <w:t>Преносими компютри.</w:t>
            </w:r>
          </w:p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 xml:space="preserve"> </w:t>
            </w:r>
            <w:r w:rsidRPr="00295BA0">
              <w:rPr>
                <w:sz w:val="20"/>
                <w:szCs w:val="20"/>
              </w:rPr>
              <w:t xml:space="preserve">Процесор: </w:t>
            </w:r>
            <w:r w:rsidRPr="00295BA0">
              <w:rPr>
                <w:sz w:val="20"/>
                <w:szCs w:val="20"/>
                <w:shd w:val="clear" w:color="auto" w:fill="F5F5F5"/>
              </w:rPr>
              <w:t>Core 2 Processor</w:t>
            </w:r>
            <w:r w:rsidRPr="00295BA0">
              <w:rPr>
                <w:rFonts w:ascii="Verdana" w:hAnsi="Verdana" w:cs="Verdana"/>
                <w:sz w:val="20"/>
                <w:szCs w:val="20"/>
                <w:shd w:val="clear" w:color="auto" w:fill="F5F5F5"/>
              </w:rPr>
              <w:t xml:space="preserve"> </w:t>
            </w:r>
            <w:r w:rsidRPr="00295BA0">
              <w:rPr>
                <w:sz w:val="20"/>
                <w:szCs w:val="20"/>
              </w:rPr>
              <w:t xml:space="preserve">, Памет 4GB DDR3, Твърд диск: 500 GB SATA </w:t>
            </w:r>
          </w:p>
          <w:p w:rsidR="009F140C" w:rsidRPr="00295BA0" w:rsidRDefault="009F140C" w:rsidP="005C4C34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Оптично устройство:</w:t>
            </w:r>
            <w:r w:rsidRPr="00295BA0">
              <w:rPr>
                <w:sz w:val="20"/>
                <w:szCs w:val="20"/>
              </w:rPr>
              <w:tab/>
              <w:t>DVDRW, Видео контролер със собствена памет, Раз</w:t>
            </w:r>
            <w:bookmarkStart w:id="0" w:name="_GoBack"/>
            <w:bookmarkEnd w:id="0"/>
            <w:r w:rsidRPr="00295BA0">
              <w:rPr>
                <w:sz w:val="20"/>
                <w:szCs w:val="20"/>
              </w:rPr>
              <w:t xml:space="preserve">мер на екрана </w:t>
            </w:r>
            <w:r w:rsidRPr="00295BA0">
              <w:rPr>
                <w:rStyle w:val="Emphasis"/>
                <w:i w:val="0"/>
                <w:iCs w:val="0"/>
                <w:sz w:val="20"/>
                <w:szCs w:val="20"/>
                <w:shd w:val="clear" w:color="auto" w:fill="FFFFFF"/>
              </w:rPr>
              <w:t>15.6</w:t>
            </w:r>
            <w:r w:rsidRPr="00295BA0">
              <w:rPr>
                <w:sz w:val="20"/>
                <w:szCs w:val="20"/>
                <w:shd w:val="clear" w:color="auto" w:fill="FFFFFF"/>
              </w:rPr>
              <w:t>-inch</w:t>
            </w:r>
            <w:r w:rsidRPr="00295BA0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95BA0">
              <w:rPr>
                <w:rStyle w:val="Emphasis"/>
                <w:i w:val="0"/>
                <w:iCs w:val="0"/>
                <w:sz w:val="20"/>
                <w:szCs w:val="20"/>
                <w:shd w:val="clear" w:color="auto" w:fill="FFFFFF"/>
              </w:rPr>
              <w:t>HD</w:t>
            </w:r>
            <w:r w:rsidRPr="00295BA0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95BA0">
              <w:rPr>
                <w:sz w:val="20"/>
                <w:szCs w:val="20"/>
                <w:shd w:val="clear" w:color="auto" w:fill="FFFFFF"/>
              </w:rPr>
              <w:t xml:space="preserve">(1366x768), </w:t>
            </w:r>
            <w:r w:rsidRPr="00295BA0">
              <w:rPr>
                <w:sz w:val="20"/>
                <w:szCs w:val="20"/>
              </w:rPr>
              <w:t xml:space="preserve">Мрежа: Ethernet LAN , WiFi /b/g/n, Мишка: Optical Mouse, Чанта отговаряща на размера </w:t>
            </w:r>
          </w:p>
        </w:tc>
      </w:tr>
    </w:tbl>
    <w:p w:rsidR="009F140C" w:rsidRPr="00CD2039" w:rsidRDefault="009F140C" w:rsidP="005B3F20">
      <w:pPr>
        <w:ind w:firstLine="142"/>
        <w:jc w:val="center"/>
        <w:rPr>
          <w:spacing w:val="-6"/>
          <w:w w:val="114"/>
          <w:sz w:val="36"/>
          <w:szCs w:val="36"/>
        </w:rPr>
      </w:pPr>
    </w:p>
    <w:p w:rsidR="009F140C" w:rsidRDefault="009F140C" w:rsidP="00DE260B">
      <w:pPr>
        <w:jc w:val="both"/>
        <w:rPr>
          <w:b/>
          <w:bCs/>
        </w:rPr>
      </w:pPr>
      <w:r w:rsidRPr="00155652">
        <w:rPr>
          <w:b/>
          <w:bCs/>
        </w:rPr>
        <w:t>Гаранционните срокове на всяка отделна техника от оборудването следва да бъде минимум 24 (двадесет и четири) месеца.</w:t>
      </w:r>
    </w:p>
    <w:p w:rsidR="009F140C" w:rsidRPr="00494AD4" w:rsidRDefault="009F140C" w:rsidP="0036304E">
      <w:pPr>
        <w:jc w:val="both"/>
        <w:rPr>
          <w:b/>
          <w:bCs/>
          <w:i/>
          <w:iCs/>
        </w:rPr>
      </w:pPr>
      <w:r w:rsidRPr="00494AD4">
        <w:rPr>
          <w:b/>
          <w:bCs/>
          <w:i/>
          <w:iCs/>
        </w:rPr>
        <w:t xml:space="preserve">ВАЖНО: </w:t>
      </w:r>
      <w:r>
        <w:rPr>
          <w:b/>
          <w:bCs/>
          <w:i/>
          <w:iCs/>
        </w:rPr>
        <w:t>Предлаганата цена за всеки един артикул</w:t>
      </w:r>
      <w:r w:rsidRPr="00494AD4">
        <w:rPr>
          <w:b/>
          <w:bCs/>
          <w:i/>
          <w:iCs/>
        </w:rPr>
        <w:t xml:space="preserve"> не трябва да надхвърля 800.00 лв / осемстотин лева / без ДДС.</w:t>
      </w:r>
    </w:p>
    <w:p w:rsidR="009F140C" w:rsidRPr="0036304E" w:rsidRDefault="009F140C" w:rsidP="005B3F20">
      <w:pPr>
        <w:ind w:firstLine="142"/>
        <w:jc w:val="center"/>
        <w:rPr>
          <w:spacing w:val="-6"/>
          <w:w w:val="114"/>
          <w:sz w:val="36"/>
          <w:szCs w:val="36"/>
        </w:rPr>
      </w:pPr>
    </w:p>
    <w:p w:rsidR="009F140C" w:rsidRPr="00CD2039" w:rsidRDefault="009F140C" w:rsidP="003D4FBB">
      <w:pPr>
        <w:rPr>
          <w:b/>
          <w:bCs/>
          <w:sz w:val="32"/>
          <w:szCs w:val="32"/>
          <w:lang w:val="ru-RU"/>
        </w:rPr>
      </w:pPr>
      <w:r w:rsidRPr="00E901A1">
        <w:rPr>
          <w:spacing w:val="-6"/>
          <w:w w:val="114"/>
          <w:sz w:val="32"/>
          <w:szCs w:val="32"/>
        </w:rPr>
        <w:t xml:space="preserve">IV. </w:t>
      </w:r>
      <w:r w:rsidRPr="00E901A1">
        <w:rPr>
          <w:b/>
          <w:bCs/>
          <w:spacing w:val="-6"/>
          <w:w w:val="114"/>
          <w:sz w:val="32"/>
          <w:szCs w:val="32"/>
        </w:rPr>
        <w:t xml:space="preserve"> Доставка на компютърна техника и оборудване за </w:t>
      </w:r>
      <w:r w:rsidRPr="00E901A1">
        <w:rPr>
          <w:b/>
          <w:bCs/>
          <w:sz w:val="32"/>
          <w:szCs w:val="32"/>
        </w:rPr>
        <w:t xml:space="preserve"> нуждите на дневен център за стари хора</w:t>
      </w:r>
      <w:r w:rsidRPr="00CD2039">
        <w:rPr>
          <w:b/>
          <w:bCs/>
          <w:sz w:val="32"/>
          <w:szCs w:val="32"/>
          <w:lang w:val="ru-RU"/>
        </w:rPr>
        <w:t>.</w:t>
      </w:r>
    </w:p>
    <w:p w:rsidR="009F140C" w:rsidRPr="004D6A3E" w:rsidRDefault="009F140C" w:rsidP="00E53527">
      <w:pPr>
        <w:jc w:val="center"/>
      </w:pPr>
    </w:p>
    <w:tbl>
      <w:tblPr>
        <w:tblW w:w="9229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5"/>
        <w:gridCol w:w="1276"/>
        <w:gridCol w:w="5812"/>
        <w:gridCol w:w="2126"/>
      </w:tblGrid>
      <w:tr w:rsidR="009F140C" w:rsidRPr="00295BA0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295BA0" w:rsidRDefault="009F140C" w:rsidP="00602046">
            <w:r>
              <w:t>МОБИЛЕН КОМПЮТЪР ТИП – МК4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295BA0" w:rsidRDefault="009F140C" w:rsidP="00602046">
            <w:pPr>
              <w:jc w:val="right"/>
            </w:pPr>
            <w:r w:rsidRPr="00295BA0">
              <w:t>1 броя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96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6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>
              <w:t>МК4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295BA0" w:rsidRDefault="009F140C" w:rsidP="00602046">
            <w:pPr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295BA0">
              <w:rPr>
                <w:rFonts w:ascii="Arial" w:hAnsi="Arial" w:cs="Arial"/>
                <w:sz w:val="20"/>
                <w:szCs w:val="20"/>
                <w:lang w:eastAsia="zh-TW"/>
              </w:rPr>
              <w:t>Преносими компютри.</w:t>
            </w:r>
          </w:p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 xml:space="preserve"> </w:t>
            </w:r>
            <w:r w:rsidRPr="00295BA0">
              <w:rPr>
                <w:sz w:val="20"/>
                <w:szCs w:val="20"/>
              </w:rPr>
              <w:t xml:space="preserve">Процесор: </w:t>
            </w:r>
            <w:r w:rsidRPr="00295BA0">
              <w:rPr>
                <w:sz w:val="20"/>
                <w:szCs w:val="20"/>
                <w:shd w:val="clear" w:color="auto" w:fill="F5F5F5"/>
              </w:rPr>
              <w:t>Core 2 Processor</w:t>
            </w:r>
            <w:r w:rsidRPr="00295BA0">
              <w:rPr>
                <w:rFonts w:ascii="Verdana" w:hAnsi="Verdana" w:cs="Verdana"/>
                <w:sz w:val="20"/>
                <w:szCs w:val="20"/>
                <w:shd w:val="clear" w:color="auto" w:fill="F5F5F5"/>
              </w:rPr>
              <w:t xml:space="preserve"> </w:t>
            </w:r>
            <w:r w:rsidRPr="00295BA0">
              <w:rPr>
                <w:sz w:val="20"/>
                <w:szCs w:val="20"/>
              </w:rPr>
              <w:t xml:space="preserve">, Памет 4GB DDR3, Твърд диск: </w:t>
            </w:r>
            <w:r w:rsidRPr="00CD2039">
              <w:rPr>
                <w:sz w:val="20"/>
                <w:szCs w:val="20"/>
              </w:rPr>
              <w:t>360</w:t>
            </w:r>
            <w:r w:rsidRPr="00295BA0">
              <w:rPr>
                <w:sz w:val="20"/>
                <w:szCs w:val="20"/>
              </w:rPr>
              <w:t xml:space="preserve"> GB SATA </w:t>
            </w:r>
          </w:p>
          <w:p w:rsidR="009F140C" w:rsidRPr="00295BA0" w:rsidRDefault="009F140C" w:rsidP="00602046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Оптично устройство:</w:t>
            </w:r>
            <w:r w:rsidRPr="00295BA0">
              <w:rPr>
                <w:sz w:val="20"/>
                <w:szCs w:val="20"/>
              </w:rPr>
              <w:tab/>
              <w:t xml:space="preserve">DVDRW, </w:t>
            </w:r>
            <w:r w:rsidRPr="00295BA0">
              <w:t xml:space="preserve"> </w:t>
            </w:r>
            <w:r w:rsidRPr="00295BA0">
              <w:rPr>
                <w:sz w:val="20"/>
                <w:szCs w:val="20"/>
              </w:rPr>
              <w:t xml:space="preserve">Размер на екрана </w:t>
            </w:r>
            <w:r w:rsidRPr="00295BA0">
              <w:rPr>
                <w:rStyle w:val="Emphasis"/>
                <w:i w:val="0"/>
                <w:iCs w:val="0"/>
                <w:sz w:val="20"/>
                <w:szCs w:val="20"/>
                <w:shd w:val="clear" w:color="auto" w:fill="FFFFFF"/>
              </w:rPr>
              <w:t>15.6</w:t>
            </w:r>
            <w:r w:rsidRPr="00295BA0">
              <w:rPr>
                <w:sz w:val="20"/>
                <w:szCs w:val="20"/>
                <w:shd w:val="clear" w:color="auto" w:fill="FFFFFF"/>
              </w:rPr>
              <w:t>-inch</w:t>
            </w:r>
            <w:r w:rsidRPr="00295BA0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95BA0">
              <w:rPr>
                <w:rStyle w:val="Emphasis"/>
                <w:i w:val="0"/>
                <w:iCs w:val="0"/>
                <w:sz w:val="20"/>
                <w:szCs w:val="20"/>
                <w:shd w:val="clear" w:color="auto" w:fill="FFFFFF"/>
              </w:rPr>
              <w:t>HD</w:t>
            </w:r>
            <w:r w:rsidRPr="00295BA0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95BA0">
              <w:rPr>
                <w:sz w:val="20"/>
                <w:szCs w:val="20"/>
                <w:shd w:val="clear" w:color="auto" w:fill="FFFFFF"/>
              </w:rPr>
              <w:t xml:space="preserve">(1366x768), </w:t>
            </w:r>
            <w:r w:rsidRPr="00295BA0">
              <w:rPr>
                <w:sz w:val="20"/>
                <w:szCs w:val="20"/>
              </w:rPr>
              <w:t xml:space="preserve">Мрежа: Ethernet LAN , WiFi /b/g/n, Мишка: Optical Mouse, Чанта отговаряща на размера </w:t>
            </w:r>
          </w:p>
          <w:p w:rsidR="009F140C" w:rsidRPr="00295BA0" w:rsidRDefault="009F140C" w:rsidP="00602046">
            <w:pPr>
              <w:rPr>
                <w:sz w:val="20"/>
                <w:szCs w:val="20"/>
              </w:rPr>
            </w:pPr>
          </w:p>
        </w:tc>
      </w:tr>
    </w:tbl>
    <w:p w:rsidR="009F140C" w:rsidRPr="004D6A3E" w:rsidRDefault="009F140C" w:rsidP="005B3F20">
      <w:pPr>
        <w:jc w:val="center"/>
      </w:pPr>
    </w:p>
    <w:p w:rsidR="009F140C" w:rsidRDefault="009F140C" w:rsidP="00DE260B">
      <w:pPr>
        <w:jc w:val="both"/>
        <w:rPr>
          <w:b/>
          <w:bCs/>
        </w:rPr>
      </w:pPr>
      <w:r w:rsidRPr="00155652">
        <w:rPr>
          <w:b/>
          <w:bCs/>
        </w:rPr>
        <w:t>Гаранционните срокове на всяка отделна техника от оборудването следва да бъде минимум 24 (двадесет и четири) месеца.</w:t>
      </w:r>
    </w:p>
    <w:p w:rsidR="009F140C" w:rsidRPr="00494AD4" w:rsidRDefault="009F140C" w:rsidP="0036304E">
      <w:pPr>
        <w:jc w:val="both"/>
        <w:rPr>
          <w:b/>
          <w:bCs/>
          <w:i/>
          <w:iCs/>
        </w:rPr>
      </w:pPr>
      <w:r w:rsidRPr="00494AD4">
        <w:rPr>
          <w:b/>
          <w:bCs/>
          <w:i/>
          <w:iCs/>
        </w:rPr>
        <w:t xml:space="preserve">ВАЖНО: </w:t>
      </w:r>
      <w:r>
        <w:rPr>
          <w:b/>
          <w:bCs/>
          <w:i/>
          <w:iCs/>
        </w:rPr>
        <w:t>Предлаганата цена за всеки един артикул</w:t>
      </w:r>
      <w:r w:rsidRPr="00494AD4">
        <w:rPr>
          <w:b/>
          <w:bCs/>
          <w:i/>
          <w:iCs/>
        </w:rPr>
        <w:t xml:space="preserve"> не трябва да надхвърля 800.00 лв / осемстотин лева / без ДДС.</w:t>
      </w:r>
    </w:p>
    <w:p w:rsidR="009F140C" w:rsidRPr="004D6A3E" w:rsidRDefault="009F140C" w:rsidP="00E53527">
      <w:pPr>
        <w:jc w:val="center"/>
      </w:pPr>
    </w:p>
    <w:p w:rsidR="009F140C" w:rsidRPr="004D6A3E" w:rsidRDefault="009F140C" w:rsidP="00E53527">
      <w:pPr>
        <w:jc w:val="center"/>
      </w:pPr>
    </w:p>
    <w:p w:rsidR="009F140C" w:rsidRPr="00E901A1" w:rsidRDefault="009F140C" w:rsidP="00E901A1">
      <w:pPr>
        <w:jc w:val="both"/>
        <w:rPr>
          <w:b/>
          <w:bCs/>
          <w:sz w:val="32"/>
          <w:szCs w:val="32"/>
        </w:rPr>
      </w:pPr>
      <w:r>
        <w:rPr>
          <w:b/>
          <w:bCs/>
          <w:spacing w:val="-6"/>
          <w:w w:val="114"/>
          <w:sz w:val="32"/>
          <w:szCs w:val="32"/>
          <w:lang w:val="en-US"/>
        </w:rPr>
        <w:t>V</w:t>
      </w:r>
      <w:r w:rsidRPr="00CD2039">
        <w:rPr>
          <w:b/>
          <w:bCs/>
          <w:spacing w:val="-6"/>
          <w:w w:val="114"/>
          <w:sz w:val="32"/>
          <w:szCs w:val="32"/>
          <w:lang w:val="ru-RU"/>
        </w:rPr>
        <w:t xml:space="preserve">. </w:t>
      </w:r>
      <w:r w:rsidRPr="00E901A1">
        <w:rPr>
          <w:b/>
          <w:bCs/>
          <w:spacing w:val="-6"/>
          <w:w w:val="114"/>
          <w:sz w:val="32"/>
          <w:szCs w:val="32"/>
        </w:rPr>
        <w:t xml:space="preserve">Доставка на компютърна техника и оборудване </w:t>
      </w:r>
      <w:r w:rsidRPr="00E901A1">
        <w:rPr>
          <w:b/>
          <w:bCs/>
          <w:sz w:val="32"/>
          <w:szCs w:val="32"/>
        </w:rPr>
        <w:t>за нуждите на дом за възрастни хора с физически увреждания</w:t>
      </w:r>
    </w:p>
    <w:p w:rsidR="009F140C" w:rsidRPr="004D6A3E" w:rsidRDefault="009F140C" w:rsidP="00E53527">
      <w:pPr>
        <w:jc w:val="center"/>
      </w:pPr>
    </w:p>
    <w:tbl>
      <w:tblPr>
        <w:tblW w:w="9229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5"/>
        <w:gridCol w:w="1276"/>
        <w:gridCol w:w="5812"/>
        <w:gridCol w:w="2126"/>
      </w:tblGrid>
      <w:tr w:rsidR="009F140C" w:rsidRPr="00295BA0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F140C" w:rsidRPr="00295BA0" w:rsidRDefault="009F140C" w:rsidP="005C3FB2">
            <w:r w:rsidRPr="00295BA0">
              <w:t>К</w:t>
            </w:r>
            <w:r>
              <w:t>омпютърна система с монитор – КСМ1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F140C" w:rsidRPr="00295BA0" w:rsidRDefault="009F140C" w:rsidP="00602046">
            <w:pPr>
              <w:jc w:val="right"/>
            </w:pPr>
            <w:r w:rsidRPr="00295BA0">
              <w:t>1 броя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96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</w:tc>
      </w:tr>
      <w:tr w:rsidR="009F140C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6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140C" w:rsidRPr="00295BA0" w:rsidRDefault="009F140C" w:rsidP="00602046">
            <w:pPr>
              <w:rPr>
                <w:sz w:val="20"/>
                <w:szCs w:val="20"/>
              </w:rPr>
            </w:pPr>
            <w:r w:rsidRPr="00295BA0">
              <w:t>КСМ 1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40C" w:rsidRPr="00CD2039" w:rsidRDefault="009F140C" w:rsidP="00295BA0">
            <w:pPr>
              <w:keepNext/>
              <w:ind w:left="65" w:right="50"/>
            </w:pPr>
            <w:r w:rsidRPr="00295BA0">
              <w:t xml:space="preserve">Компютърна система с монитор </w:t>
            </w:r>
          </w:p>
          <w:p w:rsidR="009F140C" w:rsidRPr="00295BA0" w:rsidRDefault="009F140C" w:rsidP="00295BA0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Процесор:</w:t>
            </w:r>
            <w:r w:rsidRPr="00295BA0">
              <w:rPr>
                <w:sz w:val="20"/>
                <w:szCs w:val="20"/>
              </w:rPr>
              <w:tab/>
            </w:r>
            <w:r w:rsidRPr="00295BA0">
              <w:rPr>
                <w:rFonts w:ascii="Verdana" w:hAnsi="Verdana" w:cs="Verdana"/>
                <w:color w:val="000000"/>
                <w:sz w:val="20"/>
                <w:szCs w:val="20"/>
                <w:shd w:val="clear" w:color="auto" w:fill="F5F5F5"/>
              </w:rPr>
              <w:t> </w:t>
            </w:r>
            <w:r w:rsidRPr="00295BA0">
              <w:rPr>
                <w:color w:val="000000"/>
                <w:sz w:val="20"/>
                <w:szCs w:val="20"/>
                <w:shd w:val="clear" w:color="auto" w:fill="F5F5F5"/>
              </w:rPr>
              <w:t>Dual-Core Processor</w:t>
            </w:r>
            <w:r w:rsidRPr="00295BA0">
              <w:rPr>
                <w:rFonts w:ascii="Verdana" w:hAnsi="Verdana" w:cs="Verdana"/>
                <w:color w:val="000000"/>
                <w:sz w:val="20"/>
                <w:szCs w:val="20"/>
                <w:shd w:val="clear" w:color="auto" w:fill="F5F5F5"/>
              </w:rPr>
              <w:t xml:space="preserve"> </w:t>
            </w:r>
            <w:r w:rsidRPr="00295BA0">
              <w:rPr>
                <w:sz w:val="20"/>
                <w:szCs w:val="20"/>
              </w:rPr>
              <w:t>2.6GHz,  HD CPU, BOX</w:t>
            </w:r>
          </w:p>
          <w:p w:rsidR="009F140C" w:rsidRPr="00295BA0" w:rsidRDefault="009F140C" w:rsidP="00295BA0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 xml:space="preserve">Дънна платка: Съответстваща на процесора </w:t>
            </w:r>
          </w:p>
          <w:p w:rsidR="009F140C" w:rsidRPr="00295BA0" w:rsidRDefault="009F140C" w:rsidP="00295BA0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Памет, MB:</w:t>
            </w:r>
            <w:r w:rsidRPr="00295BA0">
              <w:rPr>
                <w:sz w:val="20"/>
                <w:szCs w:val="20"/>
              </w:rPr>
              <w:tab/>
              <w:t xml:space="preserve">4 GB DDR3 </w:t>
            </w:r>
          </w:p>
          <w:p w:rsidR="009F140C" w:rsidRPr="00295BA0" w:rsidRDefault="009F140C" w:rsidP="00295BA0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Твърд диск:</w:t>
            </w:r>
            <w:r w:rsidRPr="00295BA0">
              <w:rPr>
                <w:sz w:val="20"/>
                <w:szCs w:val="20"/>
              </w:rPr>
              <w:tab/>
              <w:t xml:space="preserve">500 GB SATA </w:t>
            </w:r>
          </w:p>
          <w:p w:rsidR="009F140C" w:rsidRPr="00295BA0" w:rsidRDefault="009F140C" w:rsidP="00295BA0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Оптично устройство:</w:t>
            </w:r>
            <w:r w:rsidRPr="00295BA0">
              <w:rPr>
                <w:sz w:val="20"/>
                <w:szCs w:val="20"/>
              </w:rPr>
              <w:tab/>
              <w:t>SuperMulti DVDRW SATA</w:t>
            </w:r>
          </w:p>
          <w:p w:rsidR="009F140C" w:rsidRPr="00295BA0" w:rsidRDefault="009F140C" w:rsidP="00295BA0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Видео карта:</w:t>
            </w:r>
            <w:r w:rsidRPr="00295BA0">
              <w:rPr>
                <w:sz w:val="20"/>
                <w:szCs w:val="20"/>
              </w:rPr>
              <w:tab/>
              <w:t>Integrated HD Graphics</w:t>
            </w:r>
          </w:p>
          <w:p w:rsidR="009F140C" w:rsidRPr="00295BA0" w:rsidRDefault="009F140C" w:rsidP="00295BA0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Мрежа:</w:t>
            </w:r>
            <w:r w:rsidRPr="00295BA0">
              <w:rPr>
                <w:sz w:val="20"/>
                <w:szCs w:val="20"/>
              </w:rPr>
              <w:tab/>
              <w:t>Gigabit Ethernet LAN,</w:t>
            </w:r>
          </w:p>
          <w:p w:rsidR="009F140C" w:rsidRPr="00295BA0" w:rsidRDefault="009F140C" w:rsidP="00295BA0">
            <w:pPr>
              <w:keepNext/>
              <w:ind w:left="65" w:right="50"/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 xml:space="preserve">Монитор: 18.5" inch LCD </w:t>
            </w:r>
          </w:p>
          <w:p w:rsidR="009F140C" w:rsidRPr="00295BA0" w:rsidRDefault="009F140C" w:rsidP="00295BA0">
            <w:r w:rsidRPr="00295BA0">
              <w:rPr>
                <w:sz w:val="20"/>
                <w:szCs w:val="20"/>
              </w:rPr>
              <w:t>Клавиатура: PS/2 Keyboard, Мишка PS/2: Optical Mouse</w:t>
            </w:r>
          </w:p>
          <w:p w:rsidR="009F140C" w:rsidRPr="00295BA0" w:rsidRDefault="009F140C" w:rsidP="00602046">
            <w:pPr>
              <w:rPr>
                <w:sz w:val="20"/>
                <w:szCs w:val="20"/>
              </w:rPr>
            </w:pPr>
          </w:p>
        </w:tc>
      </w:tr>
    </w:tbl>
    <w:p w:rsidR="009F140C" w:rsidRDefault="009F140C" w:rsidP="00A43CC3">
      <w:pPr>
        <w:jc w:val="center"/>
      </w:pPr>
    </w:p>
    <w:p w:rsidR="009F140C" w:rsidRDefault="009F140C" w:rsidP="00A43CC3">
      <w:pPr>
        <w:jc w:val="center"/>
      </w:pPr>
    </w:p>
    <w:p w:rsidR="009F140C" w:rsidRDefault="009F140C" w:rsidP="00DE260B">
      <w:pPr>
        <w:jc w:val="both"/>
        <w:rPr>
          <w:b/>
          <w:bCs/>
        </w:rPr>
      </w:pPr>
      <w:r w:rsidRPr="00155652">
        <w:rPr>
          <w:b/>
          <w:bCs/>
        </w:rPr>
        <w:t>Гаранционните срокове на всяка отделна техника от оборудването следва да бъде минимум 24 (двадесет и четири) месеца.</w:t>
      </w:r>
    </w:p>
    <w:p w:rsidR="009F140C" w:rsidRPr="00494AD4" w:rsidRDefault="009F140C" w:rsidP="0036304E">
      <w:pPr>
        <w:jc w:val="both"/>
        <w:rPr>
          <w:b/>
          <w:bCs/>
          <w:i/>
          <w:iCs/>
        </w:rPr>
      </w:pPr>
      <w:r w:rsidRPr="00494AD4">
        <w:rPr>
          <w:b/>
          <w:bCs/>
          <w:i/>
          <w:iCs/>
        </w:rPr>
        <w:t xml:space="preserve">ВАЖНО: </w:t>
      </w:r>
      <w:r>
        <w:rPr>
          <w:b/>
          <w:bCs/>
          <w:i/>
          <w:iCs/>
        </w:rPr>
        <w:t>Предлаганата цена за всеки един артикул</w:t>
      </w:r>
      <w:r w:rsidRPr="00494AD4">
        <w:rPr>
          <w:b/>
          <w:bCs/>
          <w:i/>
          <w:iCs/>
        </w:rPr>
        <w:t xml:space="preserve"> не трябва да надхвърля 800.00 лв / осемстотин лева / без ДДС.</w:t>
      </w:r>
    </w:p>
    <w:p w:rsidR="009F140C" w:rsidRPr="004D6A3E" w:rsidRDefault="009F140C" w:rsidP="00A43CC3">
      <w:pPr>
        <w:jc w:val="center"/>
      </w:pPr>
    </w:p>
    <w:sectPr w:rsidR="009F140C" w:rsidRPr="004D6A3E" w:rsidSect="00AD43B8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40C" w:rsidRDefault="009F140C" w:rsidP="00BA615B">
      <w:r>
        <w:separator/>
      </w:r>
    </w:p>
  </w:endnote>
  <w:endnote w:type="continuationSeparator" w:id="0">
    <w:p w:rsidR="009F140C" w:rsidRDefault="009F140C" w:rsidP="00BA6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40C" w:rsidRDefault="009F140C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9F140C" w:rsidRDefault="009F14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40C" w:rsidRDefault="009F140C" w:rsidP="00BA615B">
      <w:r>
        <w:separator/>
      </w:r>
    </w:p>
  </w:footnote>
  <w:footnote w:type="continuationSeparator" w:id="0">
    <w:p w:rsidR="009F140C" w:rsidRDefault="009F140C" w:rsidP="00BA61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9FD"/>
    <w:multiLevelType w:val="hybridMultilevel"/>
    <w:tmpl w:val="E6CCB972"/>
    <w:lvl w:ilvl="0" w:tplc="F17E0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B1D83"/>
    <w:multiLevelType w:val="multilevel"/>
    <w:tmpl w:val="C478C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BF02D78"/>
    <w:multiLevelType w:val="multilevel"/>
    <w:tmpl w:val="FFE22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49A60B3"/>
    <w:multiLevelType w:val="multilevel"/>
    <w:tmpl w:val="F8AE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3F049FE"/>
    <w:multiLevelType w:val="hybridMultilevel"/>
    <w:tmpl w:val="AE78E362"/>
    <w:lvl w:ilvl="0" w:tplc="7F9AAFB8">
      <w:start w:val="3"/>
      <w:numFmt w:val="upperRoman"/>
      <w:lvlText w:val="%1."/>
      <w:lvlJc w:val="left"/>
      <w:pPr>
        <w:ind w:left="1080" w:hanging="720"/>
      </w:pPr>
      <w:rPr>
        <w:rFonts w:hint="default"/>
        <w:w w:val="11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C8C"/>
    <w:rsid w:val="00001B2E"/>
    <w:rsid w:val="00081D25"/>
    <w:rsid w:val="000931B1"/>
    <w:rsid w:val="00107E60"/>
    <w:rsid w:val="00114504"/>
    <w:rsid w:val="001412CD"/>
    <w:rsid w:val="00146B21"/>
    <w:rsid w:val="00155652"/>
    <w:rsid w:val="001634F6"/>
    <w:rsid w:val="00172C8C"/>
    <w:rsid w:val="001A196D"/>
    <w:rsid w:val="001E4DF3"/>
    <w:rsid w:val="00202571"/>
    <w:rsid w:val="00210233"/>
    <w:rsid w:val="00277946"/>
    <w:rsid w:val="0029311D"/>
    <w:rsid w:val="00295BA0"/>
    <w:rsid w:val="003277F4"/>
    <w:rsid w:val="0035403E"/>
    <w:rsid w:val="0036304E"/>
    <w:rsid w:val="003963F9"/>
    <w:rsid w:val="003C4FCF"/>
    <w:rsid w:val="003D06DF"/>
    <w:rsid w:val="003D4FBB"/>
    <w:rsid w:val="003E448E"/>
    <w:rsid w:val="004428C8"/>
    <w:rsid w:val="00451953"/>
    <w:rsid w:val="004547E4"/>
    <w:rsid w:val="00462378"/>
    <w:rsid w:val="00472DBC"/>
    <w:rsid w:val="00480415"/>
    <w:rsid w:val="004875D7"/>
    <w:rsid w:val="00494AD4"/>
    <w:rsid w:val="004A21A9"/>
    <w:rsid w:val="004A3CA0"/>
    <w:rsid w:val="004A591A"/>
    <w:rsid w:val="004D6A3E"/>
    <w:rsid w:val="004F7EB5"/>
    <w:rsid w:val="005212CF"/>
    <w:rsid w:val="005B0B4C"/>
    <w:rsid w:val="005B3F20"/>
    <w:rsid w:val="005C3FB2"/>
    <w:rsid w:val="005C4C34"/>
    <w:rsid w:val="005F6107"/>
    <w:rsid w:val="00602046"/>
    <w:rsid w:val="006468B1"/>
    <w:rsid w:val="006A5132"/>
    <w:rsid w:val="006D0AF6"/>
    <w:rsid w:val="006E4F29"/>
    <w:rsid w:val="006E764E"/>
    <w:rsid w:val="006F366D"/>
    <w:rsid w:val="00715942"/>
    <w:rsid w:val="00717494"/>
    <w:rsid w:val="007275D1"/>
    <w:rsid w:val="007853B4"/>
    <w:rsid w:val="007923B6"/>
    <w:rsid w:val="00796F30"/>
    <w:rsid w:val="007D5DF2"/>
    <w:rsid w:val="007F19E1"/>
    <w:rsid w:val="00834A8B"/>
    <w:rsid w:val="00847991"/>
    <w:rsid w:val="00852E7D"/>
    <w:rsid w:val="00864F43"/>
    <w:rsid w:val="00875BBB"/>
    <w:rsid w:val="00887316"/>
    <w:rsid w:val="00910099"/>
    <w:rsid w:val="00913629"/>
    <w:rsid w:val="00925847"/>
    <w:rsid w:val="00940848"/>
    <w:rsid w:val="00961433"/>
    <w:rsid w:val="009748F5"/>
    <w:rsid w:val="00982692"/>
    <w:rsid w:val="00984DE5"/>
    <w:rsid w:val="009A2894"/>
    <w:rsid w:val="009C5679"/>
    <w:rsid w:val="009F140C"/>
    <w:rsid w:val="00A32F4E"/>
    <w:rsid w:val="00A334E8"/>
    <w:rsid w:val="00A43CC3"/>
    <w:rsid w:val="00A6284E"/>
    <w:rsid w:val="00AC0FB6"/>
    <w:rsid w:val="00AC5572"/>
    <w:rsid w:val="00AD43B8"/>
    <w:rsid w:val="00AE730A"/>
    <w:rsid w:val="00AF2E6A"/>
    <w:rsid w:val="00B13C76"/>
    <w:rsid w:val="00B16453"/>
    <w:rsid w:val="00B303C8"/>
    <w:rsid w:val="00B6418D"/>
    <w:rsid w:val="00B815EA"/>
    <w:rsid w:val="00B8507F"/>
    <w:rsid w:val="00B86929"/>
    <w:rsid w:val="00B978A1"/>
    <w:rsid w:val="00BA615B"/>
    <w:rsid w:val="00C446E2"/>
    <w:rsid w:val="00C453B4"/>
    <w:rsid w:val="00C66CDA"/>
    <w:rsid w:val="00CB109B"/>
    <w:rsid w:val="00CD2039"/>
    <w:rsid w:val="00D177D3"/>
    <w:rsid w:val="00D41380"/>
    <w:rsid w:val="00D77DB9"/>
    <w:rsid w:val="00DB1A4F"/>
    <w:rsid w:val="00DC2D9F"/>
    <w:rsid w:val="00DD0ADD"/>
    <w:rsid w:val="00DD53EF"/>
    <w:rsid w:val="00DE260B"/>
    <w:rsid w:val="00DE326B"/>
    <w:rsid w:val="00E358D9"/>
    <w:rsid w:val="00E53527"/>
    <w:rsid w:val="00E6020B"/>
    <w:rsid w:val="00E6689D"/>
    <w:rsid w:val="00E7153F"/>
    <w:rsid w:val="00E901A1"/>
    <w:rsid w:val="00EB0A99"/>
    <w:rsid w:val="00EB3480"/>
    <w:rsid w:val="00ED3CAE"/>
    <w:rsid w:val="00F17CC7"/>
    <w:rsid w:val="00F21DC1"/>
    <w:rsid w:val="00F25096"/>
    <w:rsid w:val="00F3063F"/>
    <w:rsid w:val="00FE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1CharCharCharCharCharChar">
    <w:name w:val="Char1 Char Char Char1 Char Char Char Char Char Char"/>
    <w:basedOn w:val="Normal"/>
    <w:uiPriority w:val="99"/>
    <w:rsid w:val="007923B6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pple-converted-space">
    <w:name w:val="apple-converted-space"/>
    <w:basedOn w:val="DefaultParagraphFont"/>
    <w:uiPriority w:val="99"/>
    <w:rsid w:val="00EB3480"/>
  </w:style>
  <w:style w:type="paragraph" w:customStyle="1" w:styleId="CharChar11CharCharCharChar">
    <w:name w:val="Char Char11 Char Char Char Char"/>
    <w:basedOn w:val="Normal"/>
    <w:uiPriority w:val="99"/>
    <w:rsid w:val="00107E60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styleId="Strong">
    <w:name w:val="Strong"/>
    <w:basedOn w:val="DefaultParagraphFont"/>
    <w:uiPriority w:val="99"/>
    <w:qFormat/>
    <w:rsid w:val="00C66CDA"/>
    <w:rPr>
      <w:b/>
      <w:bCs/>
    </w:rPr>
  </w:style>
  <w:style w:type="character" w:styleId="Emphasis">
    <w:name w:val="Emphasis"/>
    <w:basedOn w:val="DefaultParagraphFont"/>
    <w:uiPriority w:val="99"/>
    <w:qFormat/>
    <w:rsid w:val="00F25096"/>
    <w:rPr>
      <w:i/>
      <w:iCs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uiPriority w:val="99"/>
    <w:rsid w:val="00AC5572"/>
    <w:pPr>
      <w:tabs>
        <w:tab w:val="left" w:pos="709"/>
      </w:tabs>
    </w:pPr>
    <w:rPr>
      <w:rFonts w:ascii="Tahoma" w:hAnsi="Tahoma" w:cs="Tahoma"/>
      <w:sz w:val="26"/>
      <w:szCs w:val="26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354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403E"/>
    <w:rPr>
      <w:rFonts w:ascii="Tahoma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99"/>
    <w:qFormat/>
    <w:rsid w:val="005C4C34"/>
    <w:pPr>
      <w:ind w:left="720"/>
    </w:pPr>
  </w:style>
  <w:style w:type="paragraph" w:customStyle="1" w:styleId="Char1CharCharChar1CharCharCharCharCharChar1">
    <w:name w:val="Char1 Char Char Char1 Char Char Char Char Char Char1"/>
    <w:basedOn w:val="Normal"/>
    <w:uiPriority w:val="99"/>
    <w:rsid w:val="005212CF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Header">
    <w:name w:val="header"/>
    <w:basedOn w:val="Normal"/>
    <w:link w:val="HeaderChar"/>
    <w:uiPriority w:val="99"/>
    <w:rsid w:val="00BA61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615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BA61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A615B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Char1CharCharChar1CharCharCharCharCharChar2">
    <w:name w:val="Char1 Char Char Char1 Char Char Char Char Char Char2"/>
    <w:basedOn w:val="Normal"/>
    <w:uiPriority w:val="99"/>
    <w:rsid w:val="00CD2039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20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20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21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1200</Words>
  <Characters>6843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Stoykov</dc:creator>
  <cp:keywords/>
  <dc:description/>
  <cp:lastModifiedBy>vganeva</cp:lastModifiedBy>
  <cp:revision>16</cp:revision>
  <cp:lastPrinted>2013-06-19T07:45:00Z</cp:lastPrinted>
  <dcterms:created xsi:type="dcterms:W3CDTF">2013-07-30T08:29:00Z</dcterms:created>
  <dcterms:modified xsi:type="dcterms:W3CDTF">2013-08-06T09:01:00Z</dcterms:modified>
</cp:coreProperties>
</file>